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4B88F" w14:textId="5CD7940A" w:rsidR="00C9611E" w:rsidRPr="00673EBB" w:rsidRDefault="00673EBB">
      <w:pPr>
        <w:rPr>
          <w:rFonts w:ascii="Arial" w:hAnsi="Arial"/>
          <w:b/>
          <w:color w:val="BF8F00" w:themeColor="accent4" w:themeShade="BF"/>
          <w:szCs w:val="44"/>
        </w:rPr>
      </w:pPr>
      <w:r w:rsidRPr="00E66D95">
        <w:rPr>
          <w:rFonts w:ascii="Arial" w:eastAsia="Times New Roman" w:hAnsi="Arial" w:cs="Times New Roman"/>
          <w:b/>
          <w:bCs/>
          <w:noProof/>
          <w:color w:val="316886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945943A" wp14:editId="2D546C6F">
                <wp:simplePos x="0" y="0"/>
                <wp:positionH relativeFrom="margin">
                  <wp:posOffset>4953000</wp:posOffset>
                </wp:positionH>
                <wp:positionV relativeFrom="paragraph">
                  <wp:posOffset>0</wp:posOffset>
                </wp:positionV>
                <wp:extent cx="1809115" cy="433705"/>
                <wp:effectExtent l="0" t="0" r="635" b="4445"/>
                <wp:wrapTight wrapText="bothSides">
                  <wp:wrapPolygon edited="0">
                    <wp:start x="0" y="0"/>
                    <wp:lineTo x="0" y="20873"/>
                    <wp:lineTo x="21380" y="20873"/>
                    <wp:lineTo x="21380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11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73E0B" w14:textId="5D48A2BF" w:rsidR="00673EBB" w:rsidRDefault="00673EBB" w:rsidP="00673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4594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0pt;margin-top:0;width:142.45pt;height:34.1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" stroked="f">
                <v:textbox>
                  <w:txbxContent>
                    <w:p w14:paraId="1FF73E0B" w14:textId="5D48A2BF" w:rsidR="00673EBB" w:rsidRDefault="00673EBB" w:rsidP="00673EBB">
                      <w:pPr>
                        <w:jc w:val="center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58FC80" w14:textId="224FD6F8" w:rsidR="00E575C2" w:rsidRPr="00F001D7" w:rsidRDefault="00D0440A">
      <w:pPr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</w:pPr>
      <w:proofErr w:type="gramStart"/>
      <w:r w:rsidRP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>STUDENT</w:t>
      </w:r>
      <w:r w:rsidR="00E575C2" w:rsidRP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</w:t>
      </w:r>
      <w:r w:rsid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</w:t>
      </w:r>
      <w:r w:rsidR="00F001D7" w:rsidRP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>TASK</w:t>
      </w:r>
      <w:proofErr w:type="gramEnd"/>
      <w:r w:rsid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</w:t>
      </w:r>
      <w:r w:rsidR="00F001D7" w:rsidRP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LIST</w:t>
      </w:r>
      <w:r w:rsid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</w:t>
      </w:r>
      <w:r w:rsidR="00F001D7" w:rsidRPr="00F001D7">
        <w:rPr>
          <w:rFonts w:ascii="Arial" w:hAnsi="Arial"/>
          <w:b/>
          <w:color w:val="BF8F00" w:themeColor="accent4" w:themeShade="BF"/>
          <w:sz w:val="44"/>
          <w:szCs w:val="44"/>
          <w:u w:val="single"/>
        </w:rPr>
        <w:t xml:space="preserve"> TEMPLATE</w:t>
      </w:r>
    </w:p>
    <w:p w14:paraId="28DB76F8" w14:textId="77777777" w:rsidR="00D0440A" w:rsidRPr="00D0440A" w:rsidRDefault="00D0440A">
      <w:pPr>
        <w:rPr>
          <w:rFonts w:ascii="Arial" w:hAnsi="Arial"/>
          <w:b/>
          <w:color w:val="BF8F00" w:themeColor="accent4" w:themeShade="BF"/>
        </w:rPr>
      </w:pPr>
      <w:bookmarkStart w:id="0" w:name="_GoBack"/>
      <w:bookmarkEnd w:id="0"/>
    </w:p>
    <w:tbl>
      <w:tblPr>
        <w:tblW w:w="10580" w:type="dxa"/>
        <w:tblLook w:val="04A0" w:firstRow="1" w:lastRow="0" w:firstColumn="1" w:lastColumn="0" w:noHBand="0" w:noVBand="1"/>
      </w:tblPr>
      <w:tblGrid>
        <w:gridCol w:w="860"/>
        <w:gridCol w:w="2520"/>
        <w:gridCol w:w="5400"/>
        <w:gridCol w:w="1440"/>
        <w:gridCol w:w="416"/>
      </w:tblGrid>
      <w:tr w:rsidR="00D0440A" w:rsidRPr="00D0440A" w14:paraId="7F1FBA4B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66FD1F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MONDAY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AD71B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793549D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C5DA215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20CE83BA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AD81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7FD1B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9DA66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05DBD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CEBA5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4CB8208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DA0494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288A1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46E8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5A128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86071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8440C70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E4843F9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56483D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C22CD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7E413DD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7EDC8F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DB2C98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159E1AED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D7BC1B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FC2D46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05C691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43844C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930551C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A0DF8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26B95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A0F4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D87CC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379A8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324F59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0E3DD6C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64A42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FB01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7D287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85268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93D868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1BEDAFA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878ED7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23BC15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759DF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039173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9691727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185FD80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FEFEB6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22673E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83878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6241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145C98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2BA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828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6AB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2F9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D13F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4295918A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C30ECB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TUESDAY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BF501F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215A2FE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BEBDD4D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52B5008A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D284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003BF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0A11E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5EBA1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14F98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423106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04E281D5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9B77B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D395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9DBAD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158F3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104DF5A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40395C3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7394970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672E5F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20EC5F3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270E775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5099F54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62F979F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7C9567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206191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EFDAB1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498CD5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3990967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21981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09485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295A0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703E6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179AC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A1326F8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10A70B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93BE9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03FFC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78230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E3893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E8E81E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2BCACFD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E94131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31AE3F9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04CA479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F294D7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E331303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4C19B44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1253D2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5CA8516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047611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0D6386B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34573CE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245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1E0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FF7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051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794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15C12C9D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1A785A5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WEDNESDAY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162F61E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32CC9E2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EDC554C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087D4EAC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93B02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B9898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DCE22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DD705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2AFEC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D874C52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A3FD44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C09A8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F570A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2F0A72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49DBE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162B04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3A87C03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4E6542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3362E6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09F435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18E8431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57D5D0D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6212903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D32FBF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7FA4F1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48B7E22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16C5EC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6FD1C2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7844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4984D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7ABE4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E2287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366CE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441CD5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372D170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D81B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B2B8D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6A071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9EE84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15C04B8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4B6FBC3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893EDC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E16ECA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0817CF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12A3CF7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82D12E3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322DC88F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173D4E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3BAF87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6DB75B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0C4041E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DAEB55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4B6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BBEE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5E5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46D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1BF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2E7DF6D8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5D82DC3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THURSDAY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0048117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67D3AF8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3F014341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3335A2E0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39B5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1ABDB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EC9A9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F2E0B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A42BE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ADD820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BB6305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6824B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56189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F9251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1139A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86719C8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2ED20F8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4BAA5E5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61F3426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C47EFE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7ECAE2A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24E9BED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3654EF2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7366F79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5036437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CC5EDD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604215E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B5E212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0B39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B7195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5455A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66DE3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67585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51DF3C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50AE90C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F5CE2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F2AB8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AB091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88E09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0DA871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391CEB3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579388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3679B9A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76D421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30779D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F17DE0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2A7CA671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0B09FBE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912290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68BDF14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9DD050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AABF024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7FC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4CE7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3DCB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629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56D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5B317603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128741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FRIDAY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7FA56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9C6ACD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25E19C2F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00E0D7A7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9411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9397D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35676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CBBE4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F223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416C6AE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CBDC735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90162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F53B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2BD3D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A038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68CCAB4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8D103A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5864D5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C5333B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EF2E2A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6EDA98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9958612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6249132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87004F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C7AB2F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A2FD17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784B8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1F79B71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50E9F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4EB87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066F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FF311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0AAF6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529E51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313318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F6B4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A3198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915F86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E7440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F0D15C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346525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lastRenderedPageBreak/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5BD182C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F9429A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420F899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1E6B7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5D5D01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440A89C7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354807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BD23C8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0B68462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A583AD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</w:tbl>
    <w:p w14:paraId="569D3D4D" w14:textId="77777777" w:rsidR="00EC7D2C" w:rsidRPr="00E575C2" w:rsidRDefault="00F001D7" w:rsidP="00E575C2"/>
    <w:sectPr w:rsidR="00EC7D2C" w:rsidRPr="00E575C2" w:rsidSect="00E575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A5"/>
    <w:rsid w:val="00471C74"/>
    <w:rsid w:val="004937B7"/>
    <w:rsid w:val="005C2995"/>
    <w:rsid w:val="00673EBB"/>
    <w:rsid w:val="007557A5"/>
    <w:rsid w:val="00822113"/>
    <w:rsid w:val="00A06E76"/>
    <w:rsid w:val="00C9611E"/>
    <w:rsid w:val="00D0440A"/>
    <w:rsid w:val="00E575C2"/>
    <w:rsid w:val="00F0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B7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RKETING\Demand%20Gen\Free%20Task%20List%20Templates\Word%20&amp;%20Excel%20templates\Temp_StudentPlanner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Temp_StudentPlanner_Word</Template>
  <TotalTime>3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Smartsheet.com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Ploue-Smith</dc:creator>
  <cp:keywords/>
  <dc:description/>
  <cp:lastModifiedBy>Adeel</cp:lastModifiedBy>
  <cp:revision>9</cp:revision>
  <dcterms:created xsi:type="dcterms:W3CDTF">2016-07-20T20:37:00Z</dcterms:created>
  <dcterms:modified xsi:type="dcterms:W3CDTF">2022-10-31T11:17:00Z</dcterms:modified>
</cp:coreProperties>
</file>