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extensions/taskpanes.xml" ContentType="application/vnd.ms-office.webextensiontaskpanes+xml"/>
  <Override PartName="/word/webextensions/webextension2.xml" ContentType="application/vnd.ms-office.webextension+xml"/>
  <Override PartName="/word/webextensions/webextension1.xml" ContentType="application/vnd.ms-office.webextensio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11/relationships/webextensiontaskpanes" Target="word/webextensions/taskpanes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noProof/>
        </w:rPr>
        <w:id w:val="270367638"/>
        <w:placeholder>
          <w:docPart w:val="7861BEBEAFAF46B98569340D4BD61A43"/>
        </w:placeholder>
        <w:temporary/>
        <w:showingPlcHdr/>
      </w:sdtPr>
      <w:sdtEndPr/>
      <w:sdtContent>
        <w:p w:rsidR="004135D7" w:rsidRDefault="00D142BA">
          <w:pPr>
            <w:pStyle w:val="ListNumber"/>
            <w:rPr>
              <w:noProof/>
            </w:rPr>
          </w:pPr>
          <w:r>
            <w:t>Overall, how satisfied or dissatisfied are you with our company?</w:t>
          </w:r>
        </w:p>
      </w:sdtContent>
    </w:sdt>
    <w:p w:rsidR="004135D7" w:rsidRDefault="00D142BA">
      <w:pPr>
        <w:pStyle w:val="List"/>
      </w:pPr>
      <w:sdt>
        <w:sdtPr>
          <w:id w:val="-1992082261"/>
          <w:placeholder>
            <w:docPart w:val="597306B167D74AF4ACABCA3DAE8BED25"/>
          </w:placeholder>
          <w:temporary/>
          <w:showingPlcHdr/>
        </w:sdtPr>
        <w:sdtEndPr/>
        <w:sdtContent>
          <w:r>
            <w:t>Very satisfied</w:t>
          </w:r>
        </w:sdtContent>
      </w:sdt>
    </w:p>
    <w:p w:rsidR="004135D7" w:rsidRDefault="00D142BA">
      <w:pPr>
        <w:pStyle w:val="List"/>
      </w:pPr>
      <w:sdt>
        <w:sdtPr>
          <w:id w:val="-1038431232"/>
          <w:placeholder>
            <w:docPart w:val="CAA890B4DAF04D8BB76BC2EB42A843FE"/>
          </w:placeholder>
          <w:temporary/>
          <w:showingPlcHdr/>
        </w:sdtPr>
        <w:sdtEndPr/>
        <w:sdtContent>
          <w:r>
            <w:t>Somewhat satisfied</w:t>
          </w:r>
        </w:sdtContent>
      </w:sdt>
    </w:p>
    <w:p w:rsidR="004135D7" w:rsidRDefault="00D142BA">
      <w:pPr>
        <w:pStyle w:val="List"/>
      </w:pPr>
      <w:sdt>
        <w:sdtPr>
          <w:id w:val="1974705481"/>
          <w:placeholder>
            <w:docPart w:val="27D4F05D11124C08A7CB3FBC5AAB8DD4"/>
          </w:placeholder>
          <w:temporary/>
          <w:showingPlcHdr/>
        </w:sdtPr>
        <w:sdtEndPr/>
        <w:sdtContent>
          <w:r>
            <w:t>Neither satisfied nor dissatisfied</w:t>
          </w:r>
        </w:sdtContent>
      </w:sdt>
    </w:p>
    <w:p w:rsidR="004135D7" w:rsidRDefault="00D142BA">
      <w:pPr>
        <w:pStyle w:val="List"/>
      </w:pPr>
      <w:sdt>
        <w:sdtPr>
          <w:id w:val="1357857996"/>
          <w:placeholder>
            <w:docPart w:val="4DD0A808D8054E65812318FEEFD6B65A"/>
          </w:placeholder>
          <w:temporary/>
          <w:showingPlcHdr/>
        </w:sdtPr>
        <w:sdtEndPr/>
        <w:sdtContent>
          <w:r>
            <w:t xml:space="preserve">Somewhat </w:t>
          </w:r>
          <w:r>
            <w:t>dissatisfied</w:t>
          </w:r>
        </w:sdtContent>
      </w:sdt>
    </w:p>
    <w:p w:rsidR="004135D7" w:rsidRDefault="00D142BA">
      <w:pPr>
        <w:pStyle w:val="List"/>
      </w:pPr>
      <w:sdt>
        <w:sdtPr>
          <w:id w:val="-1648731078"/>
          <w:placeholder>
            <w:docPart w:val="B315C40DA1C243538FB39958FF082EDB"/>
          </w:placeholder>
          <w:temporary/>
          <w:showingPlcHdr/>
        </w:sdtPr>
        <w:sdtEndPr/>
        <w:sdtContent>
          <w:r>
            <w:t>Very dissatisfied</w:t>
          </w:r>
        </w:sdtContent>
      </w:sdt>
    </w:p>
    <w:sdt>
      <w:sdtPr>
        <w:rPr>
          <w:noProof/>
        </w:rPr>
        <w:id w:val="-570435476"/>
        <w:placeholder>
          <w:docPart w:val="0C6CD673AFC84E16ABE656AE38FB9703"/>
        </w:placeholder>
        <w:temporary/>
        <w:showingPlcHdr/>
      </w:sdtPr>
      <w:sdtEndPr/>
      <w:sdtContent>
        <w:p w:rsidR="004135D7" w:rsidRDefault="00D142BA">
          <w:pPr>
            <w:pStyle w:val="ListNumber"/>
            <w:rPr>
              <w:noProof/>
            </w:rPr>
          </w:pPr>
          <w:r>
            <w:t>Which of the following words would you use to describe our products? Select all that apply.</w:t>
          </w:r>
        </w:p>
      </w:sdtContent>
    </w:sdt>
    <w:p w:rsidR="004135D7" w:rsidRDefault="00D142BA">
      <w:pPr>
        <w:pStyle w:val="List"/>
      </w:pPr>
      <w:sdt>
        <w:sdtPr>
          <w:id w:val="1985196223"/>
          <w:placeholder>
            <w:docPart w:val="394E0C36AD6149A4BCA33B36857CDDFA"/>
          </w:placeholder>
          <w:temporary/>
          <w:showingPlcHdr/>
        </w:sdtPr>
        <w:sdtEndPr/>
        <w:sdtContent>
          <w:r>
            <w:t>Reliable</w:t>
          </w:r>
        </w:sdtContent>
      </w:sdt>
    </w:p>
    <w:p w:rsidR="004135D7" w:rsidRDefault="00D142BA">
      <w:pPr>
        <w:pStyle w:val="List"/>
      </w:pPr>
      <w:sdt>
        <w:sdtPr>
          <w:id w:val="-343243888"/>
          <w:placeholder>
            <w:docPart w:val="0EE8E9AE5D544D5DBD0F54F84BEE7A01"/>
          </w:placeholder>
          <w:temporary/>
          <w:showingPlcHdr/>
        </w:sdtPr>
        <w:sdtEndPr/>
        <w:sdtContent>
          <w:r>
            <w:t>High quality</w:t>
          </w:r>
        </w:sdtContent>
      </w:sdt>
    </w:p>
    <w:p w:rsidR="004135D7" w:rsidRDefault="00D142BA">
      <w:pPr>
        <w:pStyle w:val="List"/>
      </w:pPr>
      <w:sdt>
        <w:sdtPr>
          <w:id w:val="-2074266313"/>
          <w:placeholder>
            <w:docPart w:val="4D64C3D43DF042CCA894748BA7365B1A"/>
          </w:placeholder>
          <w:temporary/>
          <w:showingPlcHdr/>
        </w:sdtPr>
        <w:sdtEndPr/>
        <w:sdtContent>
          <w:r>
            <w:t>Useful</w:t>
          </w:r>
        </w:sdtContent>
      </w:sdt>
    </w:p>
    <w:p w:rsidR="004135D7" w:rsidRDefault="00D142BA">
      <w:pPr>
        <w:pStyle w:val="List"/>
      </w:pPr>
      <w:sdt>
        <w:sdtPr>
          <w:id w:val="-924800550"/>
          <w:placeholder>
            <w:docPart w:val="C166E8D8D11F409EADCB1D171F2D84A1"/>
          </w:placeholder>
          <w:temporary/>
          <w:showingPlcHdr/>
        </w:sdtPr>
        <w:sdtEndPr/>
        <w:sdtContent>
          <w:r>
            <w:t>Unique</w:t>
          </w:r>
        </w:sdtContent>
      </w:sdt>
    </w:p>
    <w:p w:rsidR="004135D7" w:rsidRDefault="00D142BA">
      <w:pPr>
        <w:pStyle w:val="List"/>
      </w:pPr>
      <w:sdt>
        <w:sdtPr>
          <w:id w:val="-2038040082"/>
          <w:placeholder>
            <w:docPart w:val="13015867F4094FD09042F8F7895BB560"/>
          </w:placeholder>
          <w:temporary/>
          <w:showingPlcHdr/>
        </w:sdtPr>
        <w:sdtEndPr/>
        <w:sdtContent>
          <w:r>
            <w:t>Good value for money</w:t>
          </w:r>
        </w:sdtContent>
      </w:sdt>
    </w:p>
    <w:p w:rsidR="004135D7" w:rsidRDefault="00D142BA">
      <w:pPr>
        <w:pStyle w:val="List"/>
      </w:pPr>
      <w:sdt>
        <w:sdtPr>
          <w:id w:val="-1994632414"/>
          <w:placeholder>
            <w:docPart w:val="00DEA71C3AF34660862263DF4529DEF6"/>
          </w:placeholder>
          <w:temporary/>
          <w:showingPlcHdr/>
        </w:sdtPr>
        <w:sdtEndPr/>
        <w:sdtContent>
          <w:bookmarkStart w:id="0" w:name="_GoBack"/>
          <w:r>
            <w:t>Overpriced</w:t>
          </w:r>
          <w:bookmarkEnd w:id="0"/>
        </w:sdtContent>
      </w:sdt>
    </w:p>
    <w:p w:rsidR="004135D7" w:rsidRDefault="00D142BA">
      <w:pPr>
        <w:pStyle w:val="List"/>
      </w:pPr>
      <w:sdt>
        <w:sdtPr>
          <w:id w:val="1573546032"/>
          <w:placeholder>
            <w:docPart w:val="1CC63D72EBA74FD29935A7DFF7A47E36"/>
          </w:placeholder>
          <w:temporary/>
          <w:showingPlcHdr/>
        </w:sdtPr>
        <w:sdtEndPr/>
        <w:sdtContent>
          <w:r>
            <w:t>Impractical</w:t>
          </w:r>
        </w:sdtContent>
      </w:sdt>
    </w:p>
    <w:p w:rsidR="004135D7" w:rsidRDefault="00D142BA">
      <w:pPr>
        <w:pStyle w:val="List"/>
      </w:pPr>
      <w:sdt>
        <w:sdtPr>
          <w:id w:val="751624388"/>
          <w:placeholder>
            <w:docPart w:val="B0473888A5934B27AF17CB1D747F8772"/>
          </w:placeholder>
          <w:temporary/>
          <w:showingPlcHdr/>
        </w:sdtPr>
        <w:sdtEndPr/>
        <w:sdtContent>
          <w:r>
            <w:t>Ineffective</w:t>
          </w:r>
        </w:sdtContent>
      </w:sdt>
    </w:p>
    <w:p w:rsidR="004135D7" w:rsidRDefault="00D142BA">
      <w:pPr>
        <w:pStyle w:val="List"/>
      </w:pPr>
      <w:sdt>
        <w:sdtPr>
          <w:id w:val="921995960"/>
          <w:placeholder>
            <w:docPart w:val="F966355DFED94724BD45368C21BF20E8"/>
          </w:placeholder>
          <w:temporary/>
          <w:showingPlcHdr/>
        </w:sdtPr>
        <w:sdtEndPr/>
        <w:sdtContent>
          <w:r>
            <w:t>Poor quality</w:t>
          </w:r>
        </w:sdtContent>
      </w:sdt>
    </w:p>
    <w:p w:rsidR="004135D7" w:rsidRDefault="00D142BA">
      <w:pPr>
        <w:pStyle w:val="List"/>
      </w:pPr>
      <w:sdt>
        <w:sdtPr>
          <w:id w:val="911660894"/>
          <w:placeholder>
            <w:docPart w:val="F7D27A439A8B41409DF3ECEDA69795A5"/>
          </w:placeholder>
          <w:temporary/>
          <w:showingPlcHdr/>
        </w:sdtPr>
        <w:sdtEndPr/>
        <w:sdtContent>
          <w:r>
            <w:t>Unre</w:t>
          </w:r>
          <w:r>
            <w:t>liable</w:t>
          </w:r>
        </w:sdtContent>
      </w:sdt>
    </w:p>
    <w:sdt>
      <w:sdtPr>
        <w:rPr>
          <w:noProof/>
        </w:rPr>
        <w:id w:val="1131977596"/>
        <w:placeholder>
          <w:docPart w:val="123C4F0F56B34C65B1E7357846B7195D"/>
        </w:placeholder>
        <w:temporary/>
        <w:showingPlcHdr/>
      </w:sdtPr>
      <w:sdtEndPr/>
      <w:sdtContent>
        <w:p w:rsidR="004135D7" w:rsidRDefault="00D142BA">
          <w:pPr>
            <w:pStyle w:val="ListNumber"/>
            <w:rPr>
              <w:noProof/>
            </w:rPr>
          </w:pPr>
          <w:r>
            <w:t>How would you rate the quality of our products? Please choose one.</w:t>
          </w:r>
        </w:p>
      </w:sdtContent>
    </w:sdt>
    <w:p w:rsidR="004135D7" w:rsidRDefault="00D142BA">
      <w:pPr>
        <w:pStyle w:val="List"/>
      </w:pPr>
      <w:sdt>
        <w:sdtPr>
          <w:id w:val="2080862450"/>
          <w:placeholder>
            <w:docPart w:val="6A3C3483AE474A6BACEAEB9098B9F4A9"/>
          </w:placeholder>
          <w:temporary/>
          <w:showingPlcHdr/>
        </w:sdtPr>
        <w:sdtEndPr/>
        <w:sdtContent>
          <w:r>
            <w:t>Very high quality</w:t>
          </w:r>
        </w:sdtContent>
      </w:sdt>
    </w:p>
    <w:p w:rsidR="004135D7" w:rsidRDefault="00D142BA">
      <w:pPr>
        <w:pStyle w:val="List"/>
      </w:pPr>
      <w:sdt>
        <w:sdtPr>
          <w:id w:val="1438722873"/>
          <w:placeholder>
            <w:docPart w:val="A09C1062A95248BC807EDA31D1170AE2"/>
          </w:placeholder>
          <w:temporary/>
          <w:showingPlcHdr/>
        </w:sdtPr>
        <w:sdtEndPr/>
        <w:sdtContent>
          <w:r>
            <w:t>High quality</w:t>
          </w:r>
        </w:sdtContent>
      </w:sdt>
    </w:p>
    <w:p w:rsidR="004135D7" w:rsidRDefault="00D142BA">
      <w:pPr>
        <w:pStyle w:val="List"/>
      </w:pPr>
      <w:sdt>
        <w:sdtPr>
          <w:id w:val="1900944257"/>
          <w:placeholder>
            <w:docPart w:val="275E30055CCC4979A4633B3D08DF38F7"/>
          </w:placeholder>
          <w:temporary/>
          <w:showingPlcHdr/>
        </w:sdtPr>
        <w:sdtEndPr/>
        <w:sdtContent>
          <w:r>
            <w:t>Neither high nor low quality</w:t>
          </w:r>
        </w:sdtContent>
      </w:sdt>
    </w:p>
    <w:p w:rsidR="004135D7" w:rsidRDefault="00D142BA">
      <w:pPr>
        <w:pStyle w:val="List"/>
      </w:pPr>
      <w:sdt>
        <w:sdtPr>
          <w:id w:val="1631673200"/>
          <w:placeholder>
            <w:docPart w:val="E3CD40C5150C4675ABA15C470FC8AE68"/>
          </w:placeholder>
          <w:temporary/>
          <w:showingPlcHdr/>
        </w:sdtPr>
        <w:sdtEndPr/>
        <w:sdtContent>
          <w:r>
            <w:t>Low quality</w:t>
          </w:r>
        </w:sdtContent>
      </w:sdt>
    </w:p>
    <w:p w:rsidR="004135D7" w:rsidRDefault="00D142BA">
      <w:pPr>
        <w:pStyle w:val="List"/>
      </w:pPr>
      <w:sdt>
        <w:sdtPr>
          <w:id w:val="615173351"/>
          <w:placeholder>
            <w:docPart w:val="37E278D23D3342C2916221AFDFDEAF8D"/>
          </w:placeholder>
          <w:temporary/>
          <w:showingPlcHdr/>
        </w:sdtPr>
        <w:sdtEndPr/>
        <w:sdtContent>
          <w:r>
            <w:t>Very low quality</w:t>
          </w:r>
        </w:sdtContent>
      </w:sdt>
    </w:p>
    <w:sdt>
      <w:sdtPr>
        <w:rPr>
          <w:noProof/>
        </w:rPr>
        <w:id w:val="-11921719"/>
        <w:placeholder>
          <w:docPart w:val="BCC6BDDA18334682969C157F7C837ED4"/>
        </w:placeholder>
        <w:temporary/>
        <w:showingPlcHdr/>
      </w:sdtPr>
      <w:sdtEndPr/>
      <w:sdtContent>
        <w:p w:rsidR="004135D7" w:rsidRDefault="00D142BA">
          <w:pPr>
            <w:pStyle w:val="ListNumber"/>
            <w:rPr>
              <w:noProof/>
            </w:rPr>
          </w:pPr>
          <w:r>
            <w:t>How would you rate the value for money of our products?</w:t>
          </w:r>
        </w:p>
      </w:sdtContent>
    </w:sdt>
    <w:p w:rsidR="004135D7" w:rsidRDefault="00D142BA">
      <w:pPr>
        <w:pStyle w:val="List"/>
      </w:pPr>
      <w:sdt>
        <w:sdtPr>
          <w:id w:val="304828129"/>
          <w:placeholder>
            <w:docPart w:val="33C02A2770BF48C28BF580C3E404E082"/>
          </w:placeholder>
          <w:temporary/>
          <w:showingPlcHdr/>
        </w:sdtPr>
        <w:sdtEndPr/>
        <w:sdtContent>
          <w:r>
            <w:t>Excellent</w:t>
          </w:r>
        </w:sdtContent>
      </w:sdt>
    </w:p>
    <w:p w:rsidR="004135D7" w:rsidRDefault="00D142BA">
      <w:pPr>
        <w:pStyle w:val="List"/>
      </w:pPr>
      <w:sdt>
        <w:sdtPr>
          <w:id w:val="1950889518"/>
          <w:placeholder>
            <w:docPart w:val="9AD9BC4E78F2402D916A4DF3D329C15B"/>
          </w:placeholder>
          <w:temporary/>
          <w:showingPlcHdr/>
        </w:sdtPr>
        <w:sdtEndPr/>
        <w:sdtContent>
          <w:r>
            <w:t xml:space="preserve">Above </w:t>
          </w:r>
          <w:r>
            <w:t>Average</w:t>
          </w:r>
        </w:sdtContent>
      </w:sdt>
    </w:p>
    <w:p w:rsidR="004135D7" w:rsidRDefault="00D142BA">
      <w:pPr>
        <w:pStyle w:val="List"/>
      </w:pPr>
      <w:sdt>
        <w:sdtPr>
          <w:id w:val="-646429287"/>
          <w:placeholder>
            <w:docPart w:val="7E97972D4F03499F84AF781A7A2DA672"/>
          </w:placeholder>
          <w:temporary/>
          <w:showingPlcHdr/>
        </w:sdtPr>
        <w:sdtEndPr/>
        <w:sdtContent>
          <w:r>
            <w:t>Average</w:t>
          </w:r>
        </w:sdtContent>
      </w:sdt>
    </w:p>
    <w:p w:rsidR="004135D7" w:rsidRDefault="00D142BA">
      <w:pPr>
        <w:pStyle w:val="List"/>
      </w:pPr>
      <w:sdt>
        <w:sdtPr>
          <w:id w:val="1575554308"/>
          <w:placeholder>
            <w:docPart w:val="7F3CA42908BE465FBBBD58E272CC20EC"/>
          </w:placeholder>
          <w:temporary/>
          <w:showingPlcHdr/>
        </w:sdtPr>
        <w:sdtEndPr/>
        <w:sdtContent>
          <w:r>
            <w:t>Below average</w:t>
          </w:r>
        </w:sdtContent>
      </w:sdt>
    </w:p>
    <w:p w:rsidR="004135D7" w:rsidRDefault="00D142BA">
      <w:pPr>
        <w:pStyle w:val="List"/>
      </w:pPr>
      <w:sdt>
        <w:sdtPr>
          <w:id w:val="-1692224116"/>
          <w:placeholder>
            <w:docPart w:val="4A6A90D158CE44009E8821275B55FFAE"/>
          </w:placeholder>
          <w:temporary/>
          <w:showingPlcHdr/>
        </w:sdtPr>
        <w:sdtEndPr/>
        <w:sdtContent>
          <w:r>
            <w:t>Poor</w:t>
          </w:r>
        </w:sdtContent>
      </w:sdt>
    </w:p>
    <w:sdt>
      <w:sdtPr>
        <w:rPr>
          <w:noProof/>
        </w:rPr>
        <w:id w:val="550810256"/>
        <w:placeholder>
          <w:docPart w:val="4C08109C84DC4E0880B477467D4EB474"/>
        </w:placeholder>
        <w:temporary/>
        <w:showingPlcHdr/>
      </w:sdtPr>
      <w:sdtEndPr/>
      <w:sdtContent>
        <w:p w:rsidR="004135D7" w:rsidRDefault="00D142BA">
          <w:pPr>
            <w:pStyle w:val="ListNumber"/>
            <w:rPr>
              <w:noProof/>
            </w:rPr>
          </w:pPr>
          <w:r>
            <w:t>How responsive have we been to your questions or concerns about our products?</w:t>
          </w:r>
        </w:p>
      </w:sdtContent>
    </w:sdt>
    <w:p w:rsidR="004135D7" w:rsidRDefault="00D142BA">
      <w:pPr>
        <w:pStyle w:val="List"/>
      </w:pPr>
      <w:sdt>
        <w:sdtPr>
          <w:id w:val="284471136"/>
          <w:placeholder>
            <w:docPart w:val="F772F221AE014531AF6A02C4B87E8AF3"/>
          </w:placeholder>
          <w:temporary/>
          <w:showingPlcHdr/>
        </w:sdtPr>
        <w:sdtEndPr/>
        <w:sdtContent>
          <w:r>
            <w:t>Extremely responsive</w:t>
          </w:r>
        </w:sdtContent>
      </w:sdt>
    </w:p>
    <w:p w:rsidR="004135D7" w:rsidRDefault="00D142BA">
      <w:pPr>
        <w:pStyle w:val="List"/>
      </w:pPr>
      <w:sdt>
        <w:sdtPr>
          <w:id w:val="1426837590"/>
          <w:placeholder>
            <w:docPart w:val="673B048A03764005AA55B85CB56B63BE"/>
          </w:placeholder>
          <w:temporary/>
          <w:showingPlcHdr/>
        </w:sdtPr>
        <w:sdtEndPr/>
        <w:sdtContent>
          <w:r>
            <w:t>Very responsive</w:t>
          </w:r>
        </w:sdtContent>
      </w:sdt>
    </w:p>
    <w:p w:rsidR="004135D7" w:rsidRDefault="00D142BA">
      <w:pPr>
        <w:pStyle w:val="List"/>
      </w:pPr>
      <w:sdt>
        <w:sdtPr>
          <w:id w:val="-506982746"/>
          <w:placeholder>
            <w:docPart w:val="71BB8DDCBBE4400D9E50B652BB1FB559"/>
          </w:placeholder>
          <w:temporary/>
          <w:showingPlcHdr/>
        </w:sdtPr>
        <w:sdtEndPr/>
        <w:sdtContent>
          <w:r>
            <w:t>Moderately responsive</w:t>
          </w:r>
        </w:sdtContent>
      </w:sdt>
    </w:p>
    <w:p w:rsidR="004135D7" w:rsidRDefault="00D142BA">
      <w:pPr>
        <w:pStyle w:val="List"/>
      </w:pPr>
      <w:sdt>
        <w:sdtPr>
          <w:id w:val="1051116875"/>
          <w:placeholder>
            <w:docPart w:val="BA4A591052EA414EBFCBF683F056CA75"/>
          </w:placeholder>
          <w:temporary/>
          <w:showingPlcHdr/>
        </w:sdtPr>
        <w:sdtEndPr/>
        <w:sdtContent>
          <w:r>
            <w:t>Not so responsive</w:t>
          </w:r>
        </w:sdtContent>
      </w:sdt>
    </w:p>
    <w:p w:rsidR="004135D7" w:rsidRDefault="00D142BA">
      <w:pPr>
        <w:pStyle w:val="List"/>
      </w:pPr>
      <w:sdt>
        <w:sdtPr>
          <w:id w:val="708773585"/>
          <w:placeholder>
            <w:docPart w:val="F6C2498C852C4B229AA41E464BE42C0A"/>
          </w:placeholder>
          <w:temporary/>
          <w:showingPlcHdr/>
        </w:sdtPr>
        <w:sdtEndPr/>
        <w:sdtContent>
          <w:r>
            <w:t>Not at all responsive</w:t>
          </w:r>
        </w:sdtContent>
      </w:sdt>
    </w:p>
    <w:p w:rsidR="004135D7" w:rsidRDefault="00D142BA">
      <w:pPr>
        <w:pStyle w:val="List"/>
      </w:pPr>
      <w:sdt>
        <w:sdtPr>
          <w:id w:val="-740945233"/>
          <w:placeholder>
            <w:docPart w:val="319BD2C0DEF144B5A018E5EF6D6C6778"/>
          </w:placeholder>
          <w:temporary/>
          <w:showingPlcHdr/>
        </w:sdtPr>
        <w:sdtEndPr/>
        <w:sdtContent>
          <w:r>
            <w:t>Not applicable</w:t>
          </w:r>
        </w:sdtContent>
      </w:sdt>
    </w:p>
    <w:sdt>
      <w:sdtPr>
        <w:rPr>
          <w:noProof/>
        </w:rPr>
        <w:id w:val="-200783091"/>
        <w:placeholder>
          <w:docPart w:val="65EC393E11FD411EB5DC4AAFD3619B0B"/>
        </w:placeholder>
        <w:temporary/>
        <w:showingPlcHdr/>
      </w:sdtPr>
      <w:sdtEndPr/>
      <w:sdtContent>
        <w:p w:rsidR="004135D7" w:rsidRDefault="00D142BA">
          <w:pPr>
            <w:pStyle w:val="ListNumber"/>
            <w:rPr>
              <w:noProof/>
            </w:rPr>
          </w:pPr>
          <w:r>
            <w:t xml:space="preserve">How </w:t>
          </w:r>
          <w:r>
            <w:t>long have you been a customer of our company?</w:t>
          </w:r>
        </w:p>
      </w:sdtContent>
    </w:sdt>
    <w:p w:rsidR="004135D7" w:rsidRDefault="00D142BA">
      <w:pPr>
        <w:pStyle w:val="List"/>
      </w:pPr>
      <w:sdt>
        <w:sdtPr>
          <w:id w:val="243381595"/>
          <w:placeholder>
            <w:docPart w:val="8BC987ACC442457E85580354C1805042"/>
          </w:placeholder>
          <w:temporary/>
          <w:showingPlcHdr/>
        </w:sdtPr>
        <w:sdtEndPr/>
        <w:sdtContent>
          <w:r>
            <w:t>This is my first purchase</w:t>
          </w:r>
        </w:sdtContent>
      </w:sdt>
    </w:p>
    <w:p w:rsidR="004135D7" w:rsidRDefault="00D142BA">
      <w:pPr>
        <w:pStyle w:val="List"/>
      </w:pPr>
      <w:sdt>
        <w:sdtPr>
          <w:id w:val="-1192918601"/>
          <w:placeholder>
            <w:docPart w:val="D03F708876B644FBA516B8A4D36D3DBE"/>
          </w:placeholder>
          <w:temporary/>
          <w:showingPlcHdr/>
        </w:sdtPr>
        <w:sdtEndPr/>
        <w:sdtContent>
          <w:r>
            <w:t>Less than six months</w:t>
          </w:r>
        </w:sdtContent>
      </w:sdt>
    </w:p>
    <w:p w:rsidR="004135D7" w:rsidRDefault="00D142BA">
      <w:pPr>
        <w:pStyle w:val="List"/>
      </w:pPr>
      <w:sdt>
        <w:sdtPr>
          <w:id w:val="-1803218639"/>
          <w:placeholder>
            <w:docPart w:val="D3A03EF79F464A1DAC69A0EAF6E55F56"/>
          </w:placeholder>
          <w:temporary/>
          <w:showingPlcHdr/>
        </w:sdtPr>
        <w:sdtEndPr/>
        <w:sdtContent>
          <w:r>
            <w:t>Six months to a year</w:t>
          </w:r>
        </w:sdtContent>
      </w:sdt>
    </w:p>
    <w:p w:rsidR="004135D7" w:rsidRDefault="00D142BA">
      <w:pPr>
        <w:pStyle w:val="List"/>
      </w:pPr>
      <w:sdt>
        <w:sdtPr>
          <w:id w:val="-801228309"/>
          <w:placeholder>
            <w:docPart w:val="DCA0450F392A405F9CA700C56DD16D56"/>
          </w:placeholder>
          <w:temporary/>
          <w:showingPlcHdr/>
        </w:sdtPr>
        <w:sdtEndPr/>
        <w:sdtContent>
          <w:r>
            <w:t>1-2 years</w:t>
          </w:r>
        </w:sdtContent>
      </w:sdt>
    </w:p>
    <w:p w:rsidR="004135D7" w:rsidRDefault="00D142BA">
      <w:pPr>
        <w:pStyle w:val="List"/>
      </w:pPr>
      <w:sdt>
        <w:sdtPr>
          <w:id w:val="742835245"/>
          <w:placeholder>
            <w:docPart w:val="7C172AF2E2184F39B120BBD1DE49260D"/>
          </w:placeholder>
          <w:temporary/>
          <w:showingPlcHdr/>
        </w:sdtPr>
        <w:sdtEndPr/>
        <w:sdtContent>
          <w:r>
            <w:t>3 or more years</w:t>
          </w:r>
        </w:sdtContent>
      </w:sdt>
    </w:p>
    <w:p w:rsidR="004135D7" w:rsidRDefault="00D142BA">
      <w:pPr>
        <w:pStyle w:val="List"/>
      </w:pPr>
      <w:sdt>
        <w:sdtPr>
          <w:id w:val="1498920672"/>
          <w:placeholder>
            <w:docPart w:val="17C2FF46F89642B692A7D16D9EEAFD94"/>
          </w:placeholder>
          <w:temporary/>
          <w:showingPlcHdr/>
        </w:sdtPr>
        <w:sdtEndPr/>
        <w:sdtContent>
          <w:r>
            <w:t>I haven’t made a purchase yet</w:t>
          </w:r>
        </w:sdtContent>
      </w:sdt>
    </w:p>
    <w:sdt>
      <w:sdtPr>
        <w:rPr>
          <w:noProof/>
        </w:rPr>
        <w:id w:val="-297066972"/>
        <w:placeholder>
          <w:docPart w:val="53C5EBBBAB5041D28E98D43C4362184E"/>
        </w:placeholder>
        <w:temporary/>
        <w:showingPlcHdr/>
      </w:sdtPr>
      <w:sdtEndPr/>
      <w:sdtContent>
        <w:p w:rsidR="004135D7" w:rsidRDefault="00D142BA">
          <w:pPr>
            <w:pStyle w:val="ListNumber"/>
            <w:rPr>
              <w:noProof/>
            </w:rPr>
          </w:pPr>
          <w:r>
            <w:t>How likely are you to purchase any of our products again?</w:t>
          </w:r>
        </w:p>
      </w:sdtContent>
    </w:sdt>
    <w:p w:rsidR="004135D7" w:rsidRDefault="00D142BA">
      <w:pPr>
        <w:pStyle w:val="List"/>
      </w:pPr>
      <w:sdt>
        <w:sdtPr>
          <w:id w:val="282930610"/>
          <w:placeholder>
            <w:docPart w:val="26507D9AB8A44DFEBC82FD179B74A0D8"/>
          </w:placeholder>
          <w:temporary/>
          <w:showingPlcHdr/>
        </w:sdtPr>
        <w:sdtEndPr/>
        <w:sdtContent>
          <w:r>
            <w:t>Extremely li</w:t>
          </w:r>
          <w:r>
            <w:t>kely</w:t>
          </w:r>
        </w:sdtContent>
      </w:sdt>
    </w:p>
    <w:p w:rsidR="004135D7" w:rsidRDefault="00D142BA">
      <w:pPr>
        <w:pStyle w:val="List"/>
      </w:pPr>
      <w:sdt>
        <w:sdtPr>
          <w:id w:val="1438333494"/>
          <w:placeholder>
            <w:docPart w:val="6868A55649F14CE8A07CDD87114E95B5"/>
          </w:placeholder>
          <w:temporary/>
          <w:showingPlcHdr/>
        </w:sdtPr>
        <w:sdtEndPr/>
        <w:sdtContent>
          <w:r>
            <w:t>Very likely</w:t>
          </w:r>
        </w:sdtContent>
      </w:sdt>
    </w:p>
    <w:p w:rsidR="004135D7" w:rsidRDefault="00D142BA">
      <w:pPr>
        <w:pStyle w:val="List"/>
      </w:pPr>
      <w:sdt>
        <w:sdtPr>
          <w:id w:val="-1902519170"/>
          <w:placeholder>
            <w:docPart w:val="726D7436B1E04303BAA29B4C28C0FFFA"/>
          </w:placeholder>
          <w:temporary/>
          <w:showingPlcHdr/>
        </w:sdtPr>
        <w:sdtEndPr/>
        <w:sdtContent>
          <w:r>
            <w:t>Somewhat likely</w:t>
          </w:r>
        </w:sdtContent>
      </w:sdt>
    </w:p>
    <w:p w:rsidR="004135D7" w:rsidRDefault="00D142BA">
      <w:pPr>
        <w:pStyle w:val="List"/>
      </w:pPr>
      <w:sdt>
        <w:sdtPr>
          <w:id w:val="1023756184"/>
          <w:placeholder>
            <w:docPart w:val="9A610C42EC5B4F7192AEE726911C307C"/>
          </w:placeholder>
          <w:temporary/>
          <w:showingPlcHdr/>
        </w:sdtPr>
        <w:sdtEndPr/>
        <w:sdtContent>
          <w:r>
            <w:t>Not so likely</w:t>
          </w:r>
        </w:sdtContent>
      </w:sdt>
    </w:p>
    <w:p w:rsidR="004135D7" w:rsidRDefault="00D142BA">
      <w:pPr>
        <w:pStyle w:val="List"/>
      </w:pPr>
      <w:sdt>
        <w:sdtPr>
          <w:id w:val="-412397117"/>
          <w:placeholder>
            <w:docPart w:val="1BB8FA8C526C4BB7B59863BF0837B206"/>
          </w:placeholder>
          <w:temporary/>
          <w:showingPlcHdr/>
        </w:sdtPr>
        <w:sdtEndPr/>
        <w:sdtContent>
          <w:r>
            <w:t>Not at all likely</w:t>
          </w:r>
        </w:sdtContent>
      </w:sdt>
    </w:p>
    <w:sectPr w:rsidR="004135D7"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2BA" w:rsidRDefault="00D142BA">
      <w:pPr>
        <w:spacing w:after="0"/>
      </w:pPr>
      <w:r>
        <w:separator/>
      </w:r>
    </w:p>
  </w:endnote>
  <w:endnote w:type="continuationSeparator" w:id="0">
    <w:p w:rsidR="00D142BA" w:rsidRDefault="00D142B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MaruGothicMPRO">
    <w:altName w:val="MS Gothic"/>
    <w:panose1 w:val="00000000000000000000"/>
    <w:charset w:val="80"/>
    <w:family w:val="roman"/>
    <w:notTrueType/>
    <w:pitch w:val="default"/>
  </w:font>
  <w:font w:name="Gisha">
    <w:altName w:val="Malgun Gothic Semilight"/>
    <w:charset w:val="00"/>
    <w:family w:val="swiss"/>
    <w:pitch w:val="variable"/>
    <w:sig w:usb0="00000000" w:usb1="40000042" w:usb2="00000000" w:usb3="00000000" w:csb0="0000002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GGothicM">
    <w:altName w:val="HGｺﾞｼｯｸM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Caption w:val="Footer layout table"/>
    </w:tblPr>
    <w:tblGrid>
      <w:gridCol w:w="3120"/>
      <w:gridCol w:w="3120"/>
      <w:gridCol w:w="3120"/>
    </w:tblGrid>
    <w:tr w:rsidR="004135D7">
      <w:tc>
        <w:tcPr>
          <w:tcW w:w="3116" w:type="dxa"/>
          <w:vAlign w:val="center"/>
        </w:tcPr>
        <w:p w:rsidR="004135D7" w:rsidRDefault="004135D7">
          <w:pPr>
            <w:pStyle w:val="Footer"/>
            <w:jc w:val="left"/>
          </w:pPr>
        </w:p>
      </w:tc>
      <w:tc>
        <w:tcPr>
          <w:tcW w:w="3117" w:type="dxa"/>
          <w:vAlign w:val="center"/>
        </w:tcPr>
        <w:p w:rsidR="004135D7" w:rsidRDefault="00D142BA">
          <w:pPr>
            <w:pStyle w:val="Footer"/>
          </w:pPr>
          <w:r>
            <w:rPr>
              <w:noProof/>
              <w:lang w:eastAsia="en-US"/>
            </w:rPr>
            <w:drawing>
              <wp:inline distT="0" distB="0" distL="0" distR="0">
                <wp:extent cx="1905000" cy="257175"/>
                <wp:effectExtent l="0" t="0" r="0" b="9525"/>
                <wp:docPr id="3" name="Picture 3" title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urveyMonkey-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00" cy="2571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7" w:type="dxa"/>
          <w:vAlign w:val="center"/>
        </w:tcPr>
        <w:sdt>
          <w:sdtPr>
            <w:id w:val="1015885003"/>
            <w:docPartObj>
              <w:docPartGallery w:val="Page Numbers (Bottom of Page)"/>
              <w:docPartUnique/>
            </w:docPartObj>
          </w:sdtPr>
          <w:sdtEndPr/>
          <w:sdtContent>
            <w:p w:rsidR="004135D7" w:rsidRDefault="00D142BA">
              <w:pPr>
                <w:pStyle w:val="Footer"/>
                <w:jc w:val="right"/>
              </w:pPr>
              <w:r>
                <w:fldChar w:fldCharType="begin"/>
              </w:r>
              <w:r>
                <w:instrText xml:space="preserve"> PAGE   \* MERGEFORMAT </w:instrText>
              </w:r>
              <w:r>
                <w:fldChar w:fldCharType="separate"/>
              </w:r>
              <w:r w:rsidR="00A127CC">
                <w:rPr>
                  <w:noProof/>
                </w:rPr>
                <w:t>2</w:t>
              </w:r>
              <w:r>
                <w:fldChar w:fldCharType="end"/>
              </w:r>
            </w:p>
          </w:sdtContent>
        </w:sdt>
      </w:tc>
    </w:tr>
  </w:tbl>
  <w:p w:rsidR="004135D7" w:rsidRDefault="004135D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Caption w:val="Footer layout table"/>
    </w:tblPr>
    <w:tblGrid>
      <w:gridCol w:w="3120"/>
      <w:gridCol w:w="3120"/>
      <w:gridCol w:w="3120"/>
    </w:tblGrid>
    <w:tr w:rsidR="004135D7">
      <w:tc>
        <w:tcPr>
          <w:tcW w:w="3116" w:type="dxa"/>
          <w:vAlign w:val="center"/>
        </w:tcPr>
        <w:p w:rsidR="004135D7" w:rsidRDefault="004135D7">
          <w:pPr>
            <w:pStyle w:val="Footer"/>
            <w:jc w:val="left"/>
          </w:pPr>
        </w:p>
      </w:tc>
      <w:tc>
        <w:tcPr>
          <w:tcW w:w="3117" w:type="dxa"/>
          <w:vAlign w:val="center"/>
        </w:tcPr>
        <w:p w:rsidR="004135D7" w:rsidRDefault="00D142BA">
          <w:pPr>
            <w:pStyle w:val="Footer"/>
          </w:pPr>
          <w:r>
            <w:rPr>
              <w:noProof/>
              <w:lang w:eastAsia="en-US"/>
            </w:rPr>
            <w:drawing>
              <wp:inline distT="0" distB="0" distL="0" distR="0">
                <wp:extent cx="1905000" cy="257175"/>
                <wp:effectExtent l="0" t="0" r="0" b="9525"/>
                <wp:docPr id="2" name="Picture 2" title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urveyMonkey-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00" cy="2571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7" w:type="dxa"/>
          <w:vAlign w:val="center"/>
        </w:tcPr>
        <w:p w:rsidR="004135D7" w:rsidRDefault="004135D7">
          <w:pPr>
            <w:pStyle w:val="Footer"/>
            <w:jc w:val="right"/>
          </w:pPr>
        </w:p>
      </w:tc>
    </w:tr>
  </w:tbl>
  <w:p w:rsidR="004135D7" w:rsidRDefault="004135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2BA" w:rsidRDefault="00D142BA">
      <w:pPr>
        <w:spacing w:after="0"/>
      </w:pPr>
      <w:r>
        <w:separator/>
      </w:r>
    </w:p>
  </w:footnote>
  <w:footnote w:type="continuationSeparator" w:id="0">
    <w:p w:rsidR="00D142BA" w:rsidRDefault="00D142B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7CC" w:rsidRPr="00A127CC" w:rsidRDefault="00A127CC" w:rsidP="00A127CC">
    <w:pPr>
      <w:pStyle w:val="Heading1"/>
      <w:rPr>
        <w:b/>
        <w:i/>
        <w:sz w:val="32"/>
        <w:u w:val="single"/>
      </w:rPr>
    </w:pPr>
    <w:r w:rsidRPr="00A127CC">
      <w:rPr>
        <w:b/>
        <w:i/>
        <w:sz w:val="32"/>
        <w:u w:val="single"/>
      </w:rPr>
      <w:t>CUSTOMER SATISFACTION SURVEY QUESTIONNAI</w:t>
    </w:r>
    <w:r>
      <w:rPr>
        <w:b/>
        <w:i/>
        <w:sz w:val="32"/>
        <w:u w:val="single"/>
      </w:rPr>
      <w:t>R</w:t>
    </w:r>
    <w:r w:rsidRPr="00A127CC">
      <w:rPr>
        <w:b/>
        <w:i/>
        <w:sz w:val="32"/>
        <w:u w:val="single"/>
      </w:rPr>
      <w:t>E EXAMPLE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B5103"/>
    <w:multiLevelType w:val="multilevel"/>
    <w:tmpl w:val="627212F0"/>
    <w:lvl w:ilvl="0">
      <w:start w:val="1"/>
      <w:numFmt w:val="decimal"/>
      <w:lvlText w:val="%1."/>
      <w:lvlJc w:val="left"/>
      <w:pPr>
        <w:tabs>
          <w:tab w:val="num" w:pos="936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72"/>
        </w:tabs>
        <w:ind w:left="12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08"/>
        </w:tabs>
        <w:ind w:left="223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744"/>
        </w:tabs>
        <w:ind w:left="316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10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16"/>
        </w:tabs>
        <w:ind w:left="50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552"/>
        </w:tabs>
        <w:ind w:left="59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488"/>
        </w:tabs>
        <w:ind w:left="691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424"/>
        </w:tabs>
        <w:ind w:left="7848" w:hanging="360"/>
      </w:pPr>
      <w:rPr>
        <w:rFonts w:hint="default"/>
      </w:rPr>
    </w:lvl>
  </w:abstractNum>
  <w:abstractNum w:abstractNumId="1">
    <w:nsid w:val="1D796415"/>
    <w:multiLevelType w:val="multilevel"/>
    <w:tmpl w:val="026A08C2"/>
    <w:lvl w:ilvl="0">
      <w:start w:val="1"/>
      <w:numFmt w:val="bullet"/>
      <w:pStyle w:val="List"/>
      <w:lvlText w:val=""/>
      <w:lvlJc w:val="left"/>
      <w:pPr>
        <w:ind w:left="864" w:hanging="432"/>
      </w:pPr>
      <w:rPr>
        <w:rFonts w:ascii="Wingdings 2" w:hAnsi="Wingdings 2" w:cs="Times New Roman" w:hint="default"/>
      </w:rPr>
    </w:lvl>
    <w:lvl w:ilvl="1">
      <w:start w:val="1"/>
      <w:numFmt w:val="bullet"/>
      <w:lvlText w:val=""/>
      <w:lvlJc w:val="left"/>
      <w:pPr>
        <w:ind w:left="864" w:firstLine="0"/>
      </w:pPr>
      <w:rPr>
        <w:rFonts w:ascii="Wingdings 2" w:hAnsi="Wingdings 2" w:hint="default"/>
      </w:rPr>
    </w:lvl>
    <w:lvl w:ilvl="2">
      <w:start w:val="1"/>
      <w:numFmt w:val="bullet"/>
      <w:lvlText w:val=""/>
      <w:lvlJc w:val="left"/>
      <w:pPr>
        <w:ind w:left="1296" w:firstLine="0"/>
      </w:pPr>
      <w:rPr>
        <w:rFonts w:ascii="Wingdings 2" w:hAnsi="Wingdings 2" w:hint="default"/>
      </w:rPr>
    </w:lvl>
    <w:lvl w:ilvl="3">
      <w:start w:val="1"/>
      <w:numFmt w:val="bullet"/>
      <w:lvlText w:val=""/>
      <w:lvlJc w:val="left"/>
      <w:pPr>
        <w:ind w:left="1728" w:firstLine="0"/>
      </w:pPr>
      <w:rPr>
        <w:rFonts w:ascii="Wingdings 2" w:hAnsi="Wingdings 2" w:hint="default"/>
      </w:rPr>
    </w:lvl>
    <w:lvl w:ilvl="4">
      <w:start w:val="1"/>
      <w:numFmt w:val="bullet"/>
      <w:lvlText w:val=""/>
      <w:lvlJc w:val="left"/>
      <w:pPr>
        <w:ind w:left="2160" w:firstLine="0"/>
      </w:pPr>
      <w:rPr>
        <w:rFonts w:ascii="Wingdings 2" w:hAnsi="Wingdings 2" w:hint="default"/>
      </w:rPr>
    </w:lvl>
    <w:lvl w:ilvl="5">
      <w:start w:val="1"/>
      <w:numFmt w:val="bullet"/>
      <w:lvlText w:val=""/>
      <w:lvlJc w:val="left"/>
      <w:pPr>
        <w:ind w:left="2592" w:firstLine="0"/>
      </w:pPr>
      <w:rPr>
        <w:rFonts w:ascii="Wingdings 2" w:hAnsi="Wingdings 2" w:hint="default"/>
      </w:rPr>
    </w:lvl>
    <w:lvl w:ilvl="6">
      <w:start w:val="1"/>
      <w:numFmt w:val="bullet"/>
      <w:lvlText w:val=""/>
      <w:lvlJc w:val="left"/>
      <w:pPr>
        <w:ind w:left="3024" w:firstLine="0"/>
      </w:pPr>
      <w:rPr>
        <w:rFonts w:ascii="Wingdings 2" w:hAnsi="Wingdings 2" w:hint="default"/>
      </w:rPr>
    </w:lvl>
    <w:lvl w:ilvl="7">
      <w:start w:val="1"/>
      <w:numFmt w:val="bullet"/>
      <w:lvlText w:val=""/>
      <w:lvlJc w:val="left"/>
      <w:pPr>
        <w:ind w:left="3456" w:firstLine="0"/>
      </w:pPr>
      <w:rPr>
        <w:rFonts w:ascii="Wingdings 2" w:hAnsi="Wingdings 2" w:hint="default"/>
      </w:rPr>
    </w:lvl>
    <w:lvl w:ilvl="8">
      <w:start w:val="1"/>
      <w:numFmt w:val="bullet"/>
      <w:lvlText w:val=""/>
      <w:lvlJc w:val="left"/>
      <w:pPr>
        <w:ind w:left="3888" w:firstLine="0"/>
      </w:pPr>
      <w:rPr>
        <w:rFonts w:ascii="Wingdings 2" w:hAnsi="Wingdings 2" w:hint="default"/>
      </w:rPr>
    </w:lvl>
  </w:abstractNum>
  <w:abstractNum w:abstractNumId="2">
    <w:nsid w:val="21736D90"/>
    <w:multiLevelType w:val="multilevel"/>
    <w:tmpl w:val="E316761A"/>
    <w:lvl w:ilvl="0">
      <w:start w:val="1"/>
      <w:numFmt w:val="decimal"/>
      <w:pStyle w:val="ListNumber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72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808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744"/>
        </w:tabs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5616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552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488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8424"/>
        </w:tabs>
        <w:ind w:left="3240" w:hanging="360"/>
      </w:pPr>
      <w:rPr>
        <w:rFonts w:hint="default"/>
      </w:rPr>
    </w:lvl>
  </w:abstractNum>
  <w:abstractNum w:abstractNumId="3">
    <w:nsid w:val="350A0891"/>
    <w:multiLevelType w:val="hybridMultilevel"/>
    <w:tmpl w:val="B21A2462"/>
    <w:lvl w:ilvl="0" w:tplc="87146D7C">
      <w:start w:val="1"/>
      <w:numFmt w:val="bullet"/>
      <w:lvlText w:val=""/>
      <w:lvlJc w:val="left"/>
      <w:pPr>
        <w:ind w:left="115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">
    <w:nsid w:val="58F91761"/>
    <w:multiLevelType w:val="hybridMultilevel"/>
    <w:tmpl w:val="05F4AD02"/>
    <w:lvl w:ilvl="0" w:tplc="4B4652DA">
      <w:numFmt w:val="bullet"/>
      <w:lvlText w:val="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2"/>
  </w:num>
  <w:num w:numId="9">
    <w:abstractNumId w:val="1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7CC"/>
    <w:rsid w:val="004135D7"/>
    <w:rsid w:val="00A127CC"/>
    <w:rsid w:val="00D14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color w:val="000000" w:themeColor="text1"/>
        <w:sz w:val="22"/>
        <w:szCs w:val="22"/>
        <w:lang w:val="en-US" w:eastAsia="ja-JP" w:bidi="ar-SA"/>
      </w:rPr>
    </w:rPrDefault>
    <w:pPrDefault>
      <w:pPr>
        <w:spacing w:after="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st" w:uiPriority="3" w:qFormat="1"/>
    <w:lsdException w:name="List Number" w:uiPriority="2" w:qFormat="1"/>
    <w:lsdException w:name="Title" w:uiPriority="12" w:qFormat="1"/>
    <w:lsdException w:name="Default Paragraph Font" w:uiPriority="1"/>
    <w:lsdException w:name="Subtitle" w:uiPriority="13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840"/>
      <w:contextualSpacing/>
      <w:outlineLvl w:val="0"/>
    </w:pPr>
    <w:rPr>
      <w:rFonts w:asciiTheme="majorHAnsi" w:eastAsiaTheme="majorEastAsia" w:hAnsiTheme="majorHAnsi" w:cstheme="majorBidi"/>
      <w:color w:val="273A7E" w:themeColor="accent1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D2B5E" w:themeColor="accent1" w:themeShade="BF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31C3E" w:themeColor="accent1" w:themeShade="7F"/>
      <w:sz w:val="3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1D2B5E" w:themeColor="accent1" w:themeShade="BF"/>
      <w:sz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D2B5E" w:themeColor="accent1" w:themeShade="BF"/>
      <w:sz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31C3E" w:themeColor="accent1" w:themeShade="7F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31C3E" w:themeColor="accent1" w:themeShade="7F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273A7E" w:themeColor="accent1"/>
      <w:spacing w:val="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73A7E" w:themeColor="accent1"/>
      <w:sz w:val="48"/>
      <w:szCs w:val="32"/>
    </w:rPr>
  </w:style>
  <w:style w:type="paragraph" w:styleId="ListNumber">
    <w:name w:val="List Number"/>
    <w:basedOn w:val="Normal"/>
    <w:uiPriority w:val="2"/>
    <w:qFormat/>
    <w:pPr>
      <w:numPr>
        <w:numId w:val="8"/>
      </w:numPr>
    </w:pPr>
    <w:rPr>
      <w:rFonts w:eastAsiaTheme="minorHAnsi"/>
      <w:b/>
      <w:sz w:val="24"/>
      <w:lang w:eastAsia="en-US"/>
    </w:rPr>
  </w:style>
  <w:style w:type="paragraph" w:styleId="List">
    <w:name w:val="List"/>
    <w:basedOn w:val="Normal"/>
    <w:uiPriority w:val="3"/>
    <w:qFormat/>
    <w:pPr>
      <w:numPr>
        <w:numId w:val="9"/>
      </w:numPr>
      <w:spacing w:after="320" w:line="360" w:lineRule="auto"/>
      <w:contextualSpacing/>
    </w:pPr>
    <w:rPr>
      <w:szCs w:val="24"/>
    </w:rPr>
  </w:style>
  <w:style w:type="paragraph" w:styleId="Header">
    <w:name w:val="header"/>
    <w:basedOn w:val="Normal"/>
    <w:link w:val="HeaderChar"/>
    <w:uiPriority w:val="99"/>
    <w:unhideWhenUsed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/>
      <w:jc w:val="center"/>
    </w:pPr>
  </w:style>
  <w:style w:type="character" w:customStyle="1" w:styleId="FooterChar">
    <w:name w:val="Footer Char"/>
    <w:basedOn w:val="DefaultParagraphFont"/>
    <w:link w:val="Footer"/>
    <w:uiPriority w:val="99"/>
  </w:style>
  <w:style w:type="table" w:styleId="TableGrid">
    <w:name w:val="Table Grid"/>
    <w:basedOn w:val="TableNormal"/>
    <w:uiPriority w:val="39"/>
    <w:pPr>
      <w:spacing w:before="160" w:after="0"/>
    </w:pPr>
    <w:rPr>
      <w:rFonts w:eastAsiaTheme="minorHAnsi"/>
      <w:color w:val="7F7F7F" w:themeColor="text1" w:themeTint="8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link w:val="TitleChar"/>
    <w:uiPriority w:val="1"/>
    <w:qFormat/>
    <w:pPr>
      <w:pBdr>
        <w:bottom w:val="single" w:sz="24" w:space="8" w:color="D9D9D9" w:themeColor="background1" w:themeShade="D9"/>
      </w:pBdr>
      <w:spacing w:after="840"/>
      <w:contextualSpacing/>
    </w:pPr>
    <w:rPr>
      <w:rFonts w:asciiTheme="majorHAnsi" w:eastAsiaTheme="majorEastAsia" w:hAnsiTheme="majorHAnsi" w:cstheme="majorBidi"/>
      <w:color w:val="273A7E" w:themeColor="accent1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olor w:val="273A7E" w:themeColor="accent1"/>
      <w:kern w:val="28"/>
      <w:sz w:val="48"/>
      <w:szCs w:val="56"/>
    </w:rPr>
  </w:style>
  <w:style w:type="paragraph" w:styleId="Subtitle">
    <w:name w:val="Subtitle"/>
    <w:basedOn w:val="Normal"/>
    <w:link w:val="SubtitleChar"/>
    <w:uiPriority w:val="13"/>
    <w:semiHidden/>
    <w:unhideWhenUsed/>
    <w:qFormat/>
    <w:pPr>
      <w:numPr>
        <w:ilvl w:val="1"/>
      </w:numPr>
    </w:pPr>
    <w:rPr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3"/>
    <w:semiHidden/>
    <w:rPr>
      <w:color w:val="5A5A5A" w:themeColor="text1" w:themeTint="A5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1D2B5E" w:themeColor="accent1" w:themeShade="BF"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31C3E" w:themeColor="accent1" w:themeShade="7F"/>
      <w:sz w:val="32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1D2B5E" w:themeColor="accent1" w:themeShade="BF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1D2B5E" w:themeColor="accent1" w:themeShade="BF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131C3E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131C3E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customStyle="1" w:styleId="Answer">
    <w:name w:val="Answer"/>
    <w:basedOn w:val="Normal"/>
    <w:uiPriority w:val="4"/>
    <w:qFormat/>
    <w:pPr>
      <w:spacing w:after="320"/>
      <w:ind w:left="432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127C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7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color w:val="000000" w:themeColor="text1"/>
        <w:sz w:val="22"/>
        <w:szCs w:val="22"/>
        <w:lang w:val="en-US" w:eastAsia="ja-JP" w:bidi="ar-SA"/>
      </w:rPr>
    </w:rPrDefault>
    <w:pPrDefault>
      <w:pPr>
        <w:spacing w:after="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st" w:uiPriority="3" w:qFormat="1"/>
    <w:lsdException w:name="List Number" w:uiPriority="2" w:qFormat="1"/>
    <w:lsdException w:name="Title" w:uiPriority="12" w:qFormat="1"/>
    <w:lsdException w:name="Default Paragraph Font" w:uiPriority="1"/>
    <w:lsdException w:name="Subtitle" w:uiPriority="13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840"/>
      <w:contextualSpacing/>
      <w:outlineLvl w:val="0"/>
    </w:pPr>
    <w:rPr>
      <w:rFonts w:asciiTheme="majorHAnsi" w:eastAsiaTheme="majorEastAsia" w:hAnsiTheme="majorHAnsi" w:cstheme="majorBidi"/>
      <w:color w:val="273A7E" w:themeColor="accent1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D2B5E" w:themeColor="accent1" w:themeShade="BF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31C3E" w:themeColor="accent1" w:themeShade="7F"/>
      <w:sz w:val="3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1D2B5E" w:themeColor="accent1" w:themeShade="BF"/>
      <w:sz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D2B5E" w:themeColor="accent1" w:themeShade="BF"/>
      <w:sz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31C3E" w:themeColor="accent1" w:themeShade="7F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31C3E" w:themeColor="accent1" w:themeShade="7F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273A7E" w:themeColor="accent1"/>
      <w:spacing w:val="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73A7E" w:themeColor="accent1"/>
      <w:sz w:val="48"/>
      <w:szCs w:val="32"/>
    </w:rPr>
  </w:style>
  <w:style w:type="paragraph" w:styleId="ListNumber">
    <w:name w:val="List Number"/>
    <w:basedOn w:val="Normal"/>
    <w:uiPriority w:val="2"/>
    <w:qFormat/>
    <w:pPr>
      <w:numPr>
        <w:numId w:val="8"/>
      </w:numPr>
    </w:pPr>
    <w:rPr>
      <w:rFonts w:eastAsiaTheme="minorHAnsi"/>
      <w:b/>
      <w:sz w:val="24"/>
      <w:lang w:eastAsia="en-US"/>
    </w:rPr>
  </w:style>
  <w:style w:type="paragraph" w:styleId="List">
    <w:name w:val="List"/>
    <w:basedOn w:val="Normal"/>
    <w:uiPriority w:val="3"/>
    <w:qFormat/>
    <w:pPr>
      <w:numPr>
        <w:numId w:val="9"/>
      </w:numPr>
      <w:spacing w:after="320" w:line="360" w:lineRule="auto"/>
      <w:contextualSpacing/>
    </w:pPr>
    <w:rPr>
      <w:szCs w:val="24"/>
    </w:rPr>
  </w:style>
  <w:style w:type="paragraph" w:styleId="Header">
    <w:name w:val="header"/>
    <w:basedOn w:val="Normal"/>
    <w:link w:val="HeaderChar"/>
    <w:uiPriority w:val="99"/>
    <w:unhideWhenUsed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/>
      <w:jc w:val="center"/>
    </w:pPr>
  </w:style>
  <w:style w:type="character" w:customStyle="1" w:styleId="FooterChar">
    <w:name w:val="Footer Char"/>
    <w:basedOn w:val="DefaultParagraphFont"/>
    <w:link w:val="Footer"/>
    <w:uiPriority w:val="99"/>
  </w:style>
  <w:style w:type="table" w:styleId="TableGrid">
    <w:name w:val="Table Grid"/>
    <w:basedOn w:val="TableNormal"/>
    <w:uiPriority w:val="39"/>
    <w:pPr>
      <w:spacing w:before="160" w:after="0"/>
    </w:pPr>
    <w:rPr>
      <w:rFonts w:eastAsiaTheme="minorHAnsi"/>
      <w:color w:val="7F7F7F" w:themeColor="text1" w:themeTint="8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link w:val="TitleChar"/>
    <w:uiPriority w:val="1"/>
    <w:qFormat/>
    <w:pPr>
      <w:pBdr>
        <w:bottom w:val="single" w:sz="24" w:space="8" w:color="D9D9D9" w:themeColor="background1" w:themeShade="D9"/>
      </w:pBdr>
      <w:spacing w:after="840"/>
      <w:contextualSpacing/>
    </w:pPr>
    <w:rPr>
      <w:rFonts w:asciiTheme="majorHAnsi" w:eastAsiaTheme="majorEastAsia" w:hAnsiTheme="majorHAnsi" w:cstheme="majorBidi"/>
      <w:color w:val="273A7E" w:themeColor="accent1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olor w:val="273A7E" w:themeColor="accent1"/>
      <w:kern w:val="28"/>
      <w:sz w:val="48"/>
      <w:szCs w:val="56"/>
    </w:rPr>
  </w:style>
  <w:style w:type="paragraph" w:styleId="Subtitle">
    <w:name w:val="Subtitle"/>
    <w:basedOn w:val="Normal"/>
    <w:link w:val="SubtitleChar"/>
    <w:uiPriority w:val="13"/>
    <w:semiHidden/>
    <w:unhideWhenUsed/>
    <w:qFormat/>
    <w:pPr>
      <w:numPr>
        <w:ilvl w:val="1"/>
      </w:numPr>
    </w:pPr>
    <w:rPr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3"/>
    <w:semiHidden/>
    <w:rPr>
      <w:color w:val="5A5A5A" w:themeColor="text1" w:themeTint="A5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1D2B5E" w:themeColor="accent1" w:themeShade="BF"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31C3E" w:themeColor="accent1" w:themeShade="7F"/>
      <w:sz w:val="32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1D2B5E" w:themeColor="accent1" w:themeShade="BF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1D2B5E" w:themeColor="accent1" w:themeShade="BF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131C3E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131C3E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customStyle="1" w:styleId="Answer">
    <w:name w:val="Answer"/>
    <w:basedOn w:val="Normal"/>
    <w:uiPriority w:val="4"/>
    <w:qFormat/>
    <w:pPr>
      <w:spacing w:after="320"/>
      <w:ind w:left="432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127C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7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el\Downloads\Customer%20Satisfaction%20Surve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861BEBEAFAF46B98569340D4BD61A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1A5A6D-498A-4047-A298-838FEE45FEF1}"/>
      </w:docPartPr>
      <w:docPartBody>
        <w:p w:rsidR="00000000" w:rsidRDefault="00EE0319">
          <w:pPr>
            <w:pStyle w:val="7861BEBEAFAF46B98569340D4BD61A43"/>
          </w:pPr>
          <w:r>
            <w:t>Overall, how satisfied or dissatisfied are you with our company?</w:t>
          </w:r>
        </w:p>
      </w:docPartBody>
    </w:docPart>
    <w:docPart>
      <w:docPartPr>
        <w:name w:val="597306B167D74AF4ACABCA3DAE8BED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F1F18D-D5E9-4EB9-8EAC-521B6CEDC6D1}"/>
      </w:docPartPr>
      <w:docPartBody>
        <w:p w:rsidR="00000000" w:rsidRDefault="00EE0319">
          <w:pPr>
            <w:pStyle w:val="597306B167D74AF4ACABCA3DAE8BED25"/>
          </w:pPr>
          <w:r>
            <w:t>Very satisfied</w:t>
          </w:r>
        </w:p>
      </w:docPartBody>
    </w:docPart>
    <w:docPart>
      <w:docPartPr>
        <w:name w:val="CAA890B4DAF04D8BB76BC2EB42A843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2F612C-E789-4852-A83B-29A12C5C8722}"/>
      </w:docPartPr>
      <w:docPartBody>
        <w:p w:rsidR="00000000" w:rsidRDefault="00EE0319">
          <w:pPr>
            <w:pStyle w:val="CAA890B4DAF04D8BB76BC2EB42A843FE"/>
          </w:pPr>
          <w:r>
            <w:t>Somewhat satisfied</w:t>
          </w:r>
        </w:p>
      </w:docPartBody>
    </w:docPart>
    <w:docPart>
      <w:docPartPr>
        <w:name w:val="27D4F05D11124C08A7CB3FBC5AAB8D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1A5DCB-CB29-4BD0-9234-09BD49747732}"/>
      </w:docPartPr>
      <w:docPartBody>
        <w:p w:rsidR="00000000" w:rsidRDefault="00EE0319">
          <w:pPr>
            <w:pStyle w:val="27D4F05D11124C08A7CB3FBC5AAB8DD4"/>
          </w:pPr>
          <w:r>
            <w:t>Neither satisfied nor dissatisfied</w:t>
          </w:r>
        </w:p>
      </w:docPartBody>
    </w:docPart>
    <w:docPart>
      <w:docPartPr>
        <w:name w:val="4DD0A808D8054E65812318FEEFD6B6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7392C8-C52F-4A78-972C-55A26F6CD769}"/>
      </w:docPartPr>
      <w:docPartBody>
        <w:p w:rsidR="00000000" w:rsidRDefault="00EE0319">
          <w:pPr>
            <w:pStyle w:val="4DD0A808D8054E65812318FEEFD6B65A"/>
          </w:pPr>
          <w:r>
            <w:t>Somewhat dissatisfied</w:t>
          </w:r>
        </w:p>
      </w:docPartBody>
    </w:docPart>
    <w:docPart>
      <w:docPartPr>
        <w:name w:val="B315C40DA1C243538FB39958FF082E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0D8969-F32C-407D-B184-20F24911268E}"/>
      </w:docPartPr>
      <w:docPartBody>
        <w:p w:rsidR="00000000" w:rsidRDefault="00EE0319">
          <w:pPr>
            <w:pStyle w:val="B315C40DA1C243538FB39958FF082EDB"/>
          </w:pPr>
          <w:r>
            <w:t>Very dissatisfied</w:t>
          </w:r>
        </w:p>
      </w:docPartBody>
    </w:docPart>
    <w:docPart>
      <w:docPartPr>
        <w:name w:val="0C6CD673AFC84E16ABE656AE38FB9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58B2E1-76E5-4D98-9D78-37201C40A64C}"/>
      </w:docPartPr>
      <w:docPartBody>
        <w:p w:rsidR="00000000" w:rsidRDefault="00EE0319">
          <w:pPr>
            <w:pStyle w:val="0C6CD673AFC84E16ABE656AE38FB9703"/>
          </w:pPr>
          <w:r>
            <w:t xml:space="preserve">Which of the following words would you use to </w:t>
          </w:r>
          <w:r>
            <w:t>describe our products? Select all that apply.</w:t>
          </w:r>
        </w:p>
      </w:docPartBody>
    </w:docPart>
    <w:docPart>
      <w:docPartPr>
        <w:name w:val="394E0C36AD6149A4BCA33B36857CDD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EDC4CB-9E42-46ED-ABDA-C73C8180C500}"/>
      </w:docPartPr>
      <w:docPartBody>
        <w:p w:rsidR="00000000" w:rsidRDefault="00EE0319">
          <w:pPr>
            <w:pStyle w:val="394E0C36AD6149A4BCA33B36857CDDFA"/>
          </w:pPr>
          <w:r>
            <w:t>Reliable</w:t>
          </w:r>
        </w:p>
      </w:docPartBody>
    </w:docPart>
    <w:docPart>
      <w:docPartPr>
        <w:name w:val="0EE8E9AE5D544D5DBD0F54F84BEE7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7A603F-DC9C-4218-8829-2D9B4FD997C6}"/>
      </w:docPartPr>
      <w:docPartBody>
        <w:p w:rsidR="00000000" w:rsidRDefault="00EE0319">
          <w:pPr>
            <w:pStyle w:val="0EE8E9AE5D544D5DBD0F54F84BEE7A01"/>
          </w:pPr>
          <w:r>
            <w:t>High quality</w:t>
          </w:r>
        </w:p>
      </w:docPartBody>
    </w:docPart>
    <w:docPart>
      <w:docPartPr>
        <w:name w:val="4D64C3D43DF042CCA894748BA7365B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4A100B-A495-4AB4-9E90-8886599F136E}"/>
      </w:docPartPr>
      <w:docPartBody>
        <w:p w:rsidR="00000000" w:rsidRDefault="00EE0319">
          <w:pPr>
            <w:pStyle w:val="4D64C3D43DF042CCA894748BA7365B1A"/>
          </w:pPr>
          <w:r>
            <w:t>Useful</w:t>
          </w:r>
        </w:p>
      </w:docPartBody>
    </w:docPart>
    <w:docPart>
      <w:docPartPr>
        <w:name w:val="C166E8D8D11F409EADCB1D171F2D84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C8D961-FE15-468D-B149-2206E4299A58}"/>
      </w:docPartPr>
      <w:docPartBody>
        <w:p w:rsidR="00000000" w:rsidRDefault="00EE0319">
          <w:pPr>
            <w:pStyle w:val="C166E8D8D11F409EADCB1D171F2D84A1"/>
          </w:pPr>
          <w:r>
            <w:t>Unique</w:t>
          </w:r>
        </w:p>
      </w:docPartBody>
    </w:docPart>
    <w:docPart>
      <w:docPartPr>
        <w:name w:val="13015867F4094FD09042F8F7895BB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DE9DE9-71CC-4082-8A48-301450357B96}"/>
      </w:docPartPr>
      <w:docPartBody>
        <w:p w:rsidR="00000000" w:rsidRDefault="00EE0319">
          <w:pPr>
            <w:pStyle w:val="13015867F4094FD09042F8F7895BB560"/>
          </w:pPr>
          <w:r>
            <w:t>Good value for money</w:t>
          </w:r>
        </w:p>
      </w:docPartBody>
    </w:docPart>
    <w:docPart>
      <w:docPartPr>
        <w:name w:val="00DEA71C3AF34660862263DF4529DE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82A926-DE6E-4745-A9EA-31FF3D6143F1}"/>
      </w:docPartPr>
      <w:docPartBody>
        <w:p w:rsidR="00000000" w:rsidRDefault="00EE0319">
          <w:pPr>
            <w:pStyle w:val="00DEA71C3AF34660862263DF4529DEF6"/>
          </w:pPr>
          <w:r>
            <w:t>Overpriced</w:t>
          </w:r>
        </w:p>
      </w:docPartBody>
    </w:docPart>
    <w:docPart>
      <w:docPartPr>
        <w:name w:val="1CC63D72EBA74FD29935A7DFF7A47E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0D9EC1-2E92-4EC1-9C12-D425CB2DEE2D}"/>
      </w:docPartPr>
      <w:docPartBody>
        <w:p w:rsidR="00000000" w:rsidRDefault="00EE0319">
          <w:pPr>
            <w:pStyle w:val="1CC63D72EBA74FD29935A7DFF7A47E36"/>
          </w:pPr>
          <w:r>
            <w:t>Impractical</w:t>
          </w:r>
        </w:p>
      </w:docPartBody>
    </w:docPart>
    <w:docPart>
      <w:docPartPr>
        <w:name w:val="B0473888A5934B27AF17CB1D747F8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D83F2-D733-4685-8DB7-4E43DCB84900}"/>
      </w:docPartPr>
      <w:docPartBody>
        <w:p w:rsidR="00000000" w:rsidRDefault="00EE0319">
          <w:pPr>
            <w:pStyle w:val="B0473888A5934B27AF17CB1D747F8772"/>
          </w:pPr>
          <w:r>
            <w:t>Ineffective</w:t>
          </w:r>
        </w:p>
      </w:docPartBody>
    </w:docPart>
    <w:docPart>
      <w:docPartPr>
        <w:name w:val="F966355DFED94724BD45368C21BF20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A83E39-5BF0-464D-8D78-D78D4B030E52}"/>
      </w:docPartPr>
      <w:docPartBody>
        <w:p w:rsidR="00000000" w:rsidRDefault="00EE0319">
          <w:pPr>
            <w:pStyle w:val="F966355DFED94724BD45368C21BF20E8"/>
          </w:pPr>
          <w:r>
            <w:t>Poor quality</w:t>
          </w:r>
        </w:p>
      </w:docPartBody>
    </w:docPart>
    <w:docPart>
      <w:docPartPr>
        <w:name w:val="F7D27A439A8B41409DF3ECEDA69795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B802C-27E4-4A13-80E9-CAA3374C75F7}"/>
      </w:docPartPr>
      <w:docPartBody>
        <w:p w:rsidR="00000000" w:rsidRDefault="00EE0319">
          <w:pPr>
            <w:pStyle w:val="F7D27A439A8B41409DF3ECEDA69795A5"/>
          </w:pPr>
          <w:r>
            <w:t>Unreliable</w:t>
          </w:r>
        </w:p>
      </w:docPartBody>
    </w:docPart>
    <w:docPart>
      <w:docPartPr>
        <w:name w:val="123C4F0F56B34C65B1E7357846B719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64481A-AD70-4997-867E-83D4B9CFB7A4}"/>
      </w:docPartPr>
      <w:docPartBody>
        <w:p w:rsidR="00000000" w:rsidRDefault="00EE0319">
          <w:pPr>
            <w:pStyle w:val="123C4F0F56B34C65B1E7357846B7195D"/>
          </w:pPr>
          <w:r>
            <w:t>How would you rate the quality of our products? Please choose one.</w:t>
          </w:r>
        </w:p>
      </w:docPartBody>
    </w:docPart>
    <w:docPart>
      <w:docPartPr>
        <w:name w:val="6A3C3483AE474A6BACEAEB9098B9F4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96D4DF-0076-40E8-8486-AB91978B4A64}"/>
      </w:docPartPr>
      <w:docPartBody>
        <w:p w:rsidR="00000000" w:rsidRDefault="00EE0319">
          <w:pPr>
            <w:pStyle w:val="6A3C3483AE474A6BACEAEB9098B9F4A9"/>
          </w:pPr>
          <w:r>
            <w:t>Very high quality</w:t>
          </w:r>
        </w:p>
      </w:docPartBody>
    </w:docPart>
    <w:docPart>
      <w:docPartPr>
        <w:name w:val="A09C1062A95248BC807EDA31D1170A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CE7A2D-ECA6-4D8A-8E8B-775B80186071}"/>
      </w:docPartPr>
      <w:docPartBody>
        <w:p w:rsidR="00000000" w:rsidRDefault="00EE0319">
          <w:pPr>
            <w:pStyle w:val="A09C1062A95248BC807EDA31D1170AE2"/>
          </w:pPr>
          <w:r>
            <w:t>High qual</w:t>
          </w:r>
          <w:r>
            <w:t>ity</w:t>
          </w:r>
        </w:p>
      </w:docPartBody>
    </w:docPart>
    <w:docPart>
      <w:docPartPr>
        <w:name w:val="275E30055CCC4979A4633B3D08DF38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FE7C77-67E0-4AC7-BC9A-BC6EDED94B40}"/>
      </w:docPartPr>
      <w:docPartBody>
        <w:p w:rsidR="00000000" w:rsidRDefault="00EE0319">
          <w:pPr>
            <w:pStyle w:val="275E30055CCC4979A4633B3D08DF38F7"/>
          </w:pPr>
          <w:r>
            <w:t>Neither high nor low quality</w:t>
          </w:r>
        </w:p>
      </w:docPartBody>
    </w:docPart>
    <w:docPart>
      <w:docPartPr>
        <w:name w:val="E3CD40C5150C4675ABA15C470FC8AE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D39B03-8A07-4E35-A4AC-DF3FC7325490}"/>
      </w:docPartPr>
      <w:docPartBody>
        <w:p w:rsidR="00000000" w:rsidRDefault="00EE0319">
          <w:pPr>
            <w:pStyle w:val="E3CD40C5150C4675ABA15C470FC8AE68"/>
          </w:pPr>
          <w:r>
            <w:t>Low quality</w:t>
          </w:r>
        </w:p>
      </w:docPartBody>
    </w:docPart>
    <w:docPart>
      <w:docPartPr>
        <w:name w:val="37E278D23D3342C2916221AFDFDEAF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F277A6-AEC9-422F-8642-61824CAA5F76}"/>
      </w:docPartPr>
      <w:docPartBody>
        <w:p w:rsidR="00000000" w:rsidRDefault="00EE0319">
          <w:pPr>
            <w:pStyle w:val="37E278D23D3342C2916221AFDFDEAF8D"/>
          </w:pPr>
          <w:r>
            <w:t>Very low quality</w:t>
          </w:r>
        </w:p>
      </w:docPartBody>
    </w:docPart>
    <w:docPart>
      <w:docPartPr>
        <w:name w:val="BCC6BDDA18334682969C157F7C837E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3C49F1-CCDD-489D-A790-DE3CA6490DAB}"/>
      </w:docPartPr>
      <w:docPartBody>
        <w:p w:rsidR="00000000" w:rsidRDefault="00EE0319">
          <w:pPr>
            <w:pStyle w:val="BCC6BDDA18334682969C157F7C837ED4"/>
          </w:pPr>
          <w:r>
            <w:t>How would you rate the value for money of our products?</w:t>
          </w:r>
        </w:p>
      </w:docPartBody>
    </w:docPart>
    <w:docPart>
      <w:docPartPr>
        <w:name w:val="33C02A2770BF48C28BF580C3E404E0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3BE9D-3C53-4F71-8503-132A582F437E}"/>
      </w:docPartPr>
      <w:docPartBody>
        <w:p w:rsidR="00000000" w:rsidRDefault="00EE0319">
          <w:pPr>
            <w:pStyle w:val="33C02A2770BF48C28BF580C3E404E082"/>
          </w:pPr>
          <w:r>
            <w:t>Excellent</w:t>
          </w:r>
        </w:p>
      </w:docPartBody>
    </w:docPart>
    <w:docPart>
      <w:docPartPr>
        <w:name w:val="9AD9BC4E78F2402D916A4DF3D329C1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CABCE8-BCD7-42E3-A6B2-E10474D9E7C0}"/>
      </w:docPartPr>
      <w:docPartBody>
        <w:p w:rsidR="00000000" w:rsidRDefault="00EE0319">
          <w:pPr>
            <w:pStyle w:val="9AD9BC4E78F2402D916A4DF3D329C15B"/>
          </w:pPr>
          <w:r>
            <w:t>Above Average</w:t>
          </w:r>
        </w:p>
      </w:docPartBody>
    </w:docPart>
    <w:docPart>
      <w:docPartPr>
        <w:name w:val="7E97972D4F03499F84AF781A7A2DA6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B12971-C5BD-4A67-9FAB-52390530F59B}"/>
      </w:docPartPr>
      <w:docPartBody>
        <w:p w:rsidR="00000000" w:rsidRDefault="00EE0319">
          <w:pPr>
            <w:pStyle w:val="7E97972D4F03499F84AF781A7A2DA672"/>
          </w:pPr>
          <w:r>
            <w:t>Average</w:t>
          </w:r>
        </w:p>
      </w:docPartBody>
    </w:docPart>
    <w:docPart>
      <w:docPartPr>
        <w:name w:val="7F3CA42908BE465FBBBD58E272CC20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581D98-9E2C-43CA-A4CA-C7E57F67D225}"/>
      </w:docPartPr>
      <w:docPartBody>
        <w:p w:rsidR="00000000" w:rsidRDefault="00EE0319">
          <w:pPr>
            <w:pStyle w:val="7F3CA42908BE465FBBBD58E272CC20EC"/>
          </w:pPr>
          <w:r>
            <w:t>Below average</w:t>
          </w:r>
        </w:p>
      </w:docPartBody>
    </w:docPart>
    <w:docPart>
      <w:docPartPr>
        <w:name w:val="4A6A90D158CE44009E8821275B55FF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CC7C93-AE1C-4405-A04C-680609AAC97A}"/>
      </w:docPartPr>
      <w:docPartBody>
        <w:p w:rsidR="00000000" w:rsidRDefault="00EE0319">
          <w:pPr>
            <w:pStyle w:val="4A6A90D158CE44009E8821275B55FFAE"/>
          </w:pPr>
          <w:r>
            <w:t>Poor</w:t>
          </w:r>
        </w:p>
      </w:docPartBody>
    </w:docPart>
    <w:docPart>
      <w:docPartPr>
        <w:name w:val="4C08109C84DC4E0880B477467D4EB4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EF6A6-6907-4933-BCFD-BDA20BC20776}"/>
      </w:docPartPr>
      <w:docPartBody>
        <w:p w:rsidR="00000000" w:rsidRDefault="00EE0319">
          <w:pPr>
            <w:pStyle w:val="4C08109C84DC4E0880B477467D4EB474"/>
          </w:pPr>
          <w:r>
            <w:t>How responsive have we been to your questions or concerns about our products?</w:t>
          </w:r>
        </w:p>
      </w:docPartBody>
    </w:docPart>
    <w:docPart>
      <w:docPartPr>
        <w:name w:val="F772F221AE014531AF6A02C4B87E8A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1B5B4E-61BD-4415-BA86-015B59364279}"/>
      </w:docPartPr>
      <w:docPartBody>
        <w:p w:rsidR="00000000" w:rsidRDefault="00EE0319">
          <w:pPr>
            <w:pStyle w:val="F772F221AE014531AF6A02C4B87E8AF3"/>
          </w:pPr>
          <w:r>
            <w:t>Extremely</w:t>
          </w:r>
          <w:r>
            <w:t xml:space="preserve"> responsive</w:t>
          </w:r>
        </w:p>
      </w:docPartBody>
    </w:docPart>
    <w:docPart>
      <w:docPartPr>
        <w:name w:val="673B048A03764005AA55B85CB56B63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3D50CF-4F23-40BE-BC57-3A34DA6B2B9D}"/>
      </w:docPartPr>
      <w:docPartBody>
        <w:p w:rsidR="00000000" w:rsidRDefault="00EE0319">
          <w:pPr>
            <w:pStyle w:val="673B048A03764005AA55B85CB56B63BE"/>
          </w:pPr>
          <w:r>
            <w:t>Very responsive</w:t>
          </w:r>
        </w:p>
      </w:docPartBody>
    </w:docPart>
    <w:docPart>
      <w:docPartPr>
        <w:name w:val="71BB8DDCBBE4400D9E50B652BB1FB5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1B543E-68EA-4D5E-9BC4-777B98E0F0F7}"/>
      </w:docPartPr>
      <w:docPartBody>
        <w:p w:rsidR="00000000" w:rsidRDefault="00EE0319">
          <w:pPr>
            <w:pStyle w:val="71BB8DDCBBE4400D9E50B652BB1FB559"/>
          </w:pPr>
          <w:r>
            <w:t>Moderately responsive</w:t>
          </w:r>
        </w:p>
      </w:docPartBody>
    </w:docPart>
    <w:docPart>
      <w:docPartPr>
        <w:name w:val="BA4A591052EA414EBFCBF683F056CA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6A7AF5-DA7A-47B9-9C14-1883AB1CFFBB}"/>
      </w:docPartPr>
      <w:docPartBody>
        <w:p w:rsidR="00000000" w:rsidRDefault="00EE0319">
          <w:pPr>
            <w:pStyle w:val="BA4A591052EA414EBFCBF683F056CA75"/>
          </w:pPr>
          <w:r>
            <w:t>Not so responsive</w:t>
          </w:r>
        </w:p>
      </w:docPartBody>
    </w:docPart>
    <w:docPart>
      <w:docPartPr>
        <w:name w:val="F6C2498C852C4B229AA41E464BE42C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C09351-6E6D-4F33-8B27-C41B177B2677}"/>
      </w:docPartPr>
      <w:docPartBody>
        <w:p w:rsidR="00000000" w:rsidRDefault="00EE0319">
          <w:pPr>
            <w:pStyle w:val="F6C2498C852C4B229AA41E464BE42C0A"/>
          </w:pPr>
          <w:r>
            <w:t>Not at all responsive</w:t>
          </w:r>
        </w:p>
      </w:docPartBody>
    </w:docPart>
    <w:docPart>
      <w:docPartPr>
        <w:name w:val="319BD2C0DEF144B5A018E5EF6D6C67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B08020-FEC0-400B-AADB-1F803BDE0AB0}"/>
      </w:docPartPr>
      <w:docPartBody>
        <w:p w:rsidR="00000000" w:rsidRDefault="00EE0319">
          <w:pPr>
            <w:pStyle w:val="319BD2C0DEF144B5A018E5EF6D6C6778"/>
          </w:pPr>
          <w:r>
            <w:t>Not applicable</w:t>
          </w:r>
        </w:p>
      </w:docPartBody>
    </w:docPart>
    <w:docPart>
      <w:docPartPr>
        <w:name w:val="65EC393E11FD411EB5DC4AAFD3619B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4F1513-12B2-400B-B596-F2401EE8C6C7}"/>
      </w:docPartPr>
      <w:docPartBody>
        <w:p w:rsidR="00000000" w:rsidRDefault="00EE0319">
          <w:pPr>
            <w:pStyle w:val="65EC393E11FD411EB5DC4AAFD3619B0B"/>
          </w:pPr>
          <w:r>
            <w:t>How long have you been a customer of our company?</w:t>
          </w:r>
        </w:p>
      </w:docPartBody>
    </w:docPart>
    <w:docPart>
      <w:docPartPr>
        <w:name w:val="8BC987ACC442457E85580354C18050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3611A1-ACB4-4F45-91C3-9C0C3D7CBCA1}"/>
      </w:docPartPr>
      <w:docPartBody>
        <w:p w:rsidR="00000000" w:rsidRDefault="00EE0319">
          <w:pPr>
            <w:pStyle w:val="8BC987ACC442457E85580354C1805042"/>
          </w:pPr>
          <w:r>
            <w:t>This is my first purchase</w:t>
          </w:r>
        </w:p>
      </w:docPartBody>
    </w:docPart>
    <w:docPart>
      <w:docPartPr>
        <w:name w:val="D03F708876B644FBA516B8A4D36D3D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B86254-F24B-40B1-855D-59A125C11835}"/>
      </w:docPartPr>
      <w:docPartBody>
        <w:p w:rsidR="00000000" w:rsidRDefault="00EE0319">
          <w:pPr>
            <w:pStyle w:val="D03F708876B644FBA516B8A4D36D3DBE"/>
          </w:pPr>
          <w:r>
            <w:t>Less than six months</w:t>
          </w:r>
        </w:p>
      </w:docPartBody>
    </w:docPart>
    <w:docPart>
      <w:docPartPr>
        <w:name w:val="D3A03EF79F464A1DAC69A0EAF6E55F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F03D76-25A8-439E-9820-7F73BC7F59BF}"/>
      </w:docPartPr>
      <w:docPartBody>
        <w:p w:rsidR="00000000" w:rsidRDefault="00EE0319">
          <w:pPr>
            <w:pStyle w:val="D3A03EF79F464A1DAC69A0EAF6E55F56"/>
          </w:pPr>
          <w:r>
            <w:t>Six months to a year</w:t>
          </w:r>
        </w:p>
      </w:docPartBody>
    </w:docPart>
    <w:docPart>
      <w:docPartPr>
        <w:name w:val="DCA0450F392A405F9CA700C56DD16D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26741-EBCD-4472-BD8E-10DCAEEC4982}"/>
      </w:docPartPr>
      <w:docPartBody>
        <w:p w:rsidR="00000000" w:rsidRDefault="00EE0319">
          <w:pPr>
            <w:pStyle w:val="DCA0450F392A405F9CA700C56DD16D56"/>
          </w:pPr>
          <w:r>
            <w:t>1-2 years</w:t>
          </w:r>
        </w:p>
      </w:docPartBody>
    </w:docPart>
    <w:docPart>
      <w:docPartPr>
        <w:name w:val="7C172AF2E2184F39B120BBD1DE4926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405FFA-BDEB-496F-8D31-EE09DA733F48}"/>
      </w:docPartPr>
      <w:docPartBody>
        <w:p w:rsidR="00000000" w:rsidRDefault="00EE0319">
          <w:pPr>
            <w:pStyle w:val="7C172AF2E2184F39B120BBD1DE49260D"/>
          </w:pPr>
          <w:r>
            <w:t>3 or more years</w:t>
          </w:r>
        </w:p>
      </w:docPartBody>
    </w:docPart>
    <w:docPart>
      <w:docPartPr>
        <w:name w:val="17C2FF46F89642B692A7D16D9EEAFD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684656-C7D8-4E2B-94EF-C0AA5FF26737}"/>
      </w:docPartPr>
      <w:docPartBody>
        <w:p w:rsidR="00000000" w:rsidRDefault="00EE0319">
          <w:pPr>
            <w:pStyle w:val="17C2FF46F89642B692A7D16D9EEAFD94"/>
          </w:pPr>
          <w:r>
            <w:t>I haven</w:t>
          </w:r>
          <w:r>
            <w:t>’t made a purchase yet</w:t>
          </w:r>
        </w:p>
      </w:docPartBody>
    </w:docPart>
    <w:docPart>
      <w:docPartPr>
        <w:name w:val="53C5EBBBAB5041D28E98D43C436218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88BEB7-713A-4F8E-9067-0EC3E3215F36}"/>
      </w:docPartPr>
      <w:docPartBody>
        <w:p w:rsidR="00000000" w:rsidRDefault="00EE0319">
          <w:pPr>
            <w:pStyle w:val="53C5EBBBAB5041D28E98D43C4362184E"/>
          </w:pPr>
          <w:r>
            <w:t>How likely are you to purchase any of our products again?</w:t>
          </w:r>
        </w:p>
      </w:docPartBody>
    </w:docPart>
    <w:docPart>
      <w:docPartPr>
        <w:name w:val="26507D9AB8A44DFEBC82FD179B74A0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D1D7D-A708-4D31-AFC0-FB28FF2E20D0}"/>
      </w:docPartPr>
      <w:docPartBody>
        <w:p w:rsidR="00000000" w:rsidRDefault="00EE0319">
          <w:pPr>
            <w:pStyle w:val="26507D9AB8A44DFEBC82FD179B74A0D8"/>
          </w:pPr>
          <w:r>
            <w:t>Extremely likely</w:t>
          </w:r>
        </w:p>
      </w:docPartBody>
    </w:docPart>
    <w:docPart>
      <w:docPartPr>
        <w:name w:val="6868A55649F14CE8A07CDD87114E95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B4F5F7-121E-4799-B26C-863EE5CF3CED}"/>
      </w:docPartPr>
      <w:docPartBody>
        <w:p w:rsidR="00000000" w:rsidRDefault="00EE0319">
          <w:pPr>
            <w:pStyle w:val="6868A55649F14CE8A07CDD87114E95B5"/>
          </w:pPr>
          <w:r>
            <w:t>Very likely</w:t>
          </w:r>
        </w:p>
      </w:docPartBody>
    </w:docPart>
    <w:docPart>
      <w:docPartPr>
        <w:name w:val="726D7436B1E04303BAA29B4C28C0FF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F5AA4B-05D0-44BD-83F7-F7AB815B61B6}"/>
      </w:docPartPr>
      <w:docPartBody>
        <w:p w:rsidR="00000000" w:rsidRDefault="00EE0319">
          <w:pPr>
            <w:pStyle w:val="726D7436B1E04303BAA29B4C28C0FFFA"/>
          </w:pPr>
          <w:r>
            <w:t>Somewhat likely</w:t>
          </w:r>
        </w:p>
      </w:docPartBody>
    </w:docPart>
    <w:docPart>
      <w:docPartPr>
        <w:name w:val="9A610C42EC5B4F7192AEE726911C30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5363A7-DB43-4B8B-8C0B-22759259C444}"/>
      </w:docPartPr>
      <w:docPartBody>
        <w:p w:rsidR="00000000" w:rsidRDefault="00EE0319">
          <w:pPr>
            <w:pStyle w:val="9A610C42EC5B4F7192AEE726911C307C"/>
          </w:pPr>
          <w:r>
            <w:t>Not so likely</w:t>
          </w:r>
        </w:p>
      </w:docPartBody>
    </w:docPart>
    <w:docPart>
      <w:docPartPr>
        <w:name w:val="1BB8FA8C526C4BB7B59863BF0837B2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79A33F-18F4-4972-B611-893FB492428A}"/>
      </w:docPartPr>
      <w:docPartBody>
        <w:p w:rsidR="00000000" w:rsidRDefault="00EE0319">
          <w:pPr>
            <w:pStyle w:val="1BB8FA8C526C4BB7B59863BF0837B206"/>
          </w:pPr>
          <w:r>
            <w:t>Not at all likely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MaruGothicMPRO">
    <w:altName w:val="MS Gothic"/>
    <w:panose1 w:val="00000000000000000000"/>
    <w:charset w:val="80"/>
    <w:family w:val="roman"/>
    <w:notTrueType/>
    <w:pitch w:val="default"/>
  </w:font>
  <w:font w:name="Gisha">
    <w:altName w:val="Malgun Gothic Semilight"/>
    <w:charset w:val="00"/>
    <w:family w:val="swiss"/>
    <w:pitch w:val="variable"/>
    <w:sig w:usb0="00000000" w:usb1="40000042" w:usb2="00000000" w:usb3="00000000" w:csb0="0000002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GGothicM">
    <w:altName w:val="HGｺﾞｼｯｸM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319"/>
    <w:rsid w:val="00EE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F7143404F864C47A2808F21FA9181C6">
    <w:name w:val="BF7143404F864C47A2808F21FA9181C6"/>
  </w:style>
  <w:style w:type="paragraph" w:customStyle="1" w:styleId="7861BEBEAFAF46B98569340D4BD61A43">
    <w:name w:val="7861BEBEAFAF46B98569340D4BD61A43"/>
  </w:style>
  <w:style w:type="paragraph" w:customStyle="1" w:styleId="597306B167D74AF4ACABCA3DAE8BED25">
    <w:name w:val="597306B167D74AF4ACABCA3DAE8BED25"/>
  </w:style>
  <w:style w:type="paragraph" w:customStyle="1" w:styleId="CAA890B4DAF04D8BB76BC2EB42A843FE">
    <w:name w:val="CAA890B4DAF04D8BB76BC2EB42A843FE"/>
  </w:style>
  <w:style w:type="paragraph" w:customStyle="1" w:styleId="27D4F05D11124C08A7CB3FBC5AAB8DD4">
    <w:name w:val="27D4F05D11124C08A7CB3FBC5AAB8DD4"/>
  </w:style>
  <w:style w:type="paragraph" w:customStyle="1" w:styleId="4DD0A808D8054E65812318FEEFD6B65A">
    <w:name w:val="4DD0A808D8054E65812318FEEFD6B65A"/>
  </w:style>
  <w:style w:type="paragraph" w:customStyle="1" w:styleId="B315C40DA1C243538FB39958FF082EDB">
    <w:name w:val="B315C40DA1C243538FB39958FF082EDB"/>
  </w:style>
  <w:style w:type="paragraph" w:customStyle="1" w:styleId="0C6CD673AFC84E16ABE656AE38FB9703">
    <w:name w:val="0C6CD673AFC84E16ABE656AE38FB9703"/>
  </w:style>
  <w:style w:type="paragraph" w:customStyle="1" w:styleId="394E0C36AD6149A4BCA33B36857CDDFA">
    <w:name w:val="394E0C36AD6149A4BCA33B36857CDDFA"/>
  </w:style>
  <w:style w:type="paragraph" w:customStyle="1" w:styleId="0EE8E9AE5D544D5DBD0F54F84BEE7A01">
    <w:name w:val="0EE8E9AE5D544D5DBD0F54F84BEE7A01"/>
  </w:style>
  <w:style w:type="paragraph" w:customStyle="1" w:styleId="4D64C3D43DF042CCA894748BA7365B1A">
    <w:name w:val="4D64C3D43DF042CCA894748BA7365B1A"/>
  </w:style>
  <w:style w:type="paragraph" w:customStyle="1" w:styleId="C166E8D8D11F409EADCB1D171F2D84A1">
    <w:name w:val="C166E8D8D11F409EADCB1D171F2D84A1"/>
  </w:style>
  <w:style w:type="paragraph" w:customStyle="1" w:styleId="13015867F4094FD09042F8F7895BB560">
    <w:name w:val="13015867F4094FD09042F8F7895BB560"/>
  </w:style>
  <w:style w:type="paragraph" w:customStyle="1" w:styleId="00DEA71C3AF34660862263DF4529DEF6">
    <w:name w:val="00DEA71C3AF34660862263DF4529DEF6"/>
  </w:style>
  <w:style w:type="paragraph" w:customStyle="1" w:styleId="1CC63D72EBA74FD29935A7DFF7A47E36">
    <w:name w:val="1CC63D72EBA74FD29935A7DFF7A47E36"/>
  </w:style>
  <w:style w:type="paragraph" w:customStyle="1" w:styleId="B0473888A5934B27AF17CB1D747F8772">
    <w:name w:val="B0473888A5934B27AF17CB1D747F8772"/>
  </w:style>
  <w:style w:type="paragraph" w:customStyle="1" w:styleId="F966355DFED94724BD45368C21BF20E8">
    <w:name w:val="F966355DFED94724BD45368C21BF20E8"/>
  </w:style>
  <w:style w:type="paragraph" w:customStyle="1" w:styleId="F7D27A439A8B41409DF3ECEDA69795A5">
    <w:name w:val="F7D27A439A8B41409DF3ECEDA69795A5"/>
  </w:style>
  <w:style w:type="paragraph" w:customStyle="1" w:styleId="123C4F0F56B34C65B1E7357846B7195D">
    <w:name w:val="123C4F0F56B34C65B1E7357846B7195D"/>
  </w:style>
  <w:style w:type="paragraph" w:customStyle="1" w:styleId="6A3C3483AE474A6BACEAEB9098B9F4A9">
    <w:name w:val="6A3C3483AE474A6BACEAEB9098B9F4A9"/>
  </w:style>
  <w:style w:type="paragraph" w:customStyle="1" w:styleId="A09C1062A95248BC807EDA31D1170AE2">
    <w:name w:val="A09C1062A95248BC807EDA31D1170AE2"/>
  </w:style>
  <w:style w:type="paragraph" w:customStyle="1" w:styleId="275E30055CCC4979A4633B3D08DF38F7">
    <w:name w:val="275E30055CCC4979A4633B3D08DF38F7"/>
  </w:style>
  <w:style w:type="paragraph" w:customStyle="1" w:styleId="E3CD40C5150C4675ABA15C470FC8AE68">
    <w:name w:val="E3CD40C5150C4675ABA15C470FC8AE68"/>
  </w:style>
  <w:style w:type="paragraph" w:customStyle="1" w:styleId="37E278D23D3342C2916221AFDFDEAF8D">
    <w:name w:val="37E278D23D3342C2916221AFDFDEAF8D"/>
  </w:style>
  <w:style w:type="paragraph" w:customStyle="1" w:styleId="BCC6BDDA18334682969C157F7C837ED4">
    <w:name w:val="BCC6BDDA18334682969C157F7C837ED4"/>
  </w:style>
  <w:style w:type="paragraph" w:customStyle="1" w:styleId="33C02A2770BF48C28BF580C3E404E082">
    <w:name w:val="33C02A2770BF48C28BF580C3E404E082"/>
  </w:style>
  <w:style w:type="paragraph" w:customStyle="1" w:styleId="9AD9BC4E78F2402D916A4DF3D329C15B">
    <w:name w:val="9AD9BC4E78F2402D916A4DF3D329C15B"/>
  </w:style>
  <w:style w:type="paragraph" w:customStyle="1" w:styleId="7E97972D4F03499F84AF781A7A2DA672">
    <w:name w:val="7E97972D4F03499F84AF781A7A2DA672"/>
  </w:style>
  <w:style w:type="paragraph" w:customStyle="1" w:styleId="7F3CA42908BE465FBBBD58E272CC20EC">
    <w:name w:val="7F3CA42908BE465FBBBD58E272CC20EC"/>
  </w:style>
  <w:style w:type="paragraph" w:customStyle="1" w:styleId="4A6A90D158CE44009E8821275B55FFAE">
    <w:name w:val="4A6A90D158CE44009E8821275B55FFAE"/>
  </w:style>
  <w:style w:type="paragraph" w:customStyle="1" w:styleId="4C08109C84DC4E0880B477467D4EB474">
    <w:name w:val="4C08109C84DC4E0880B477467D4EB474"/>
  </w:style>
  <w:style w:type="paragraph" w:customStyle="1" w:styleId="F772F221AE014531AF6A02C4B87E8AF3">
    <w:name w:val="F772F221AE014531AF6A02C4B87E8AF3"/>
  </w:style>
  <w:style w:type="paragraph" w:customStyle="1" w:styleId="673B048A03764005AA55B85CB56B63BE">
    <w:name w:val="673B048A03764005AA55B85CB56B63BE"/>
  </w:style>
  <w:style w:type="paragraph" w:customStyle="1" w:styleId="71BB8DDCBBE4400D9E50B652BB1FB559">
    <w:name w:val="71BB8DDCBBE4400D9E50B652BB1FB559"/>
  </w:style>
  <w:style w:type="paragraph" w:customStyle="1" w:styleId="BA4A591052EA414EBFCBF683F056CA75">
    <w:name w:val="BA4A591052EA414EBFCBF683F056CA75"/>
  </w:style>
  <w:style w:type="paragraph" w:customStyle="1" w:styleId="F6C2498C852C4B229AA41E464BE42C0A">
    <w:name w:val="F6C2498C852C4B229AA41E464BE42C0A"/>
  </w:style>
  <w:style w:type="paragraph" w:customStyle="1" w:styleId="319BD2C0DEF144B5A018E5EF6D6C6778">
    <w:name w:val="319BD2C0DEF144B5A018E5EF6D6C6778"/>
  </w:style>
  <w:style w:type="paragraph" w:customStyle="1" w:styleId="65EC393E11FD411EB5DC4AAFD3619B0B">
    <w:name w:val="65EC393E11FD411EB5DC4AAFD3619B0B"/>
  </w:style>
  <w:style w:type="paragraph" w:customStyle="1" w:styleId="8BC987ACC442457E85580354C1805042">
    <w:name w:val="8BC987ACC442457E85580354C1805042"/>
  </w:style>
  <w:style w:type="paragraph" w:customStyle="1" w:styleId="D03F708876B644FBA516B8A4D36D3DBE">
    <w:name w:val="D03F708876B644FBA516B8A4D36D3DBE"/>
  </w:style>
  <w:style w:type="paragraph" w:customStyle="1" w:styleId="D3A03EF79F464A1DAC69A0EAF6E55F56">
    <w:name w:val="D3A03EF79F464A1DAC69A0EAF6E55F56"/>
  </w:style>
  <w:style w:type="paragraph" w:customStyle="1" w:styleId="DCA0450F392A405F9CA700C56DD16D56">
    <w:name w:val="DCA0450F392A405F9CA700C56DD16D56"/>
  </w:style>
  <w:style w:type="paragraph" w:customStyle="1" w:styleId="7C172AF2E2184F39B120BBD1DE49260D">
    <w:name w:val="7C172AF2E2184F39B120BBD1DE49260D"/>
  </w:style>
  <w:style w:type="paragraph" w:customStyle="1" w:styleId="17C2FF46F89642B692A7D16D9EEAFD94">
    <w:name w:val="17C2FF46F89642B692A7D16D9EEAFD94"/>
  </w:style>
  <w:style w:type="paragraph" w:customStyle="1" w:styleId="53C5EBBBAB5041D28E98D43C4362184E">
    <w:name w:val="53C5EBBBAB5041D28E98D43C4362184E"/>
  </w:style>
  <w:style w:type="paragraph" w:customStyle="1" w:styleId="26507D9AB8A44DFEBC82FD179B74A0D8">
    <w:name w:val="26507D9AB8A44DFEBC82FD179B74A0D8"/>
  </w:style>
  <w:style w:type="paragraph" w:customStyle="1" w:styleId="6868A55649F14CE8A07CDD87114E95B5">
    <w:name w:val="6868A55649F14CE8A07CDD87114E95B5"/>
  </w:style>
  <w:style w:type="paragraph" w:customStyle="1" w:styleId="726D7436B1E04303BAA29B4C28C0FFFA">
    <w:name w:val="726D7436B1E04303BAA29B4C28C0FFFA"/>
  </w:style>
  <w:style w:type="paragraph" w:customStyle="1" w:styleId="9A610C42EC5B4F7192AEE726911C307C">
    <w:name w:val="9A610C42EC5B4F7192AEE726911C307C"/>
  </w:style>
  <w:style w:type="paragraph" w:customStyle="1" w:styleId="1BB8FA8C526C4BB7B59863BF0837B206">
    <w:name w:val="1BB8FA8C526C4BB7B59863BF0837B20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F7143404F864C47A2808F21FA9181C6">
    <w:name w:val="BF7143404F864C47A2808F21FA9181C6"/>
  </w:style>
  <w:style w:type="paragraph" w:customStyle="1" w:styleId="7861BEBEAFAF46B98569340D4BD61A43">
    <w:name w:val="7861BEBEAFAF46B98569340D4BD61A43"/>
  </w:style>
  <w:style w:type="paragraph" w:customStyle="1" w:styleId="597306B167D74AF4ACABCA3DAE8BED25">
    <w:name w:val="597306B167D74AF4ACABCA3DAE8BED25"/>
  </w:style>
  <w:style w:type="paragraph" w:customStyle="1" w:styleId="CAA890B4DAF04D8BB76BC2EB42A843FE">
    <w:name w:val="CAA890B4DAF04D8BB76BC2EB42A843FE"/>
  </w:style>
  <w:style w:type="paragraph" w:customStyle="1" w:styleId="27D4F05D11124C08A7CB3FBC5AAB8DD4">
    <w:name w:val="27D4F05D11124C08A7CB3FBC5AAB8DD4"/>
  </w:style>
  <w:style w:type="paragraph" w:customStyle="1" w:styleId="4DD0A808D8054E65812318FEEFD6B65A">
    <w:name w:val="4DD0A808D8054E65812318FEEFD6B65A"/>
  </w:style>
  <w:style w:type="paragraph" w:customStyle="1" w:styleId="B315C40DA1C243538FB39958FF082EDB">
    <w:name w:val="B315C40DA1C243538FB39958FF082EDB"/>
  </w:style>
  <w:style w:type="paragraph" w:customStyle="1" w:styleId="0C6CD673AFC84E16ABE656AE38FB9703">
    <w:name w:val="0C6CD673AFC84E16ABE656AE38FB9703"/>
  </w:style>
  <w:style w:type="paragraph" w:customStyle="1" w:styleId="394E0C36AD6149A4BCA33B36857CDDFA">
    <w:name w:val="394E0C36AD6149A4BCA33B36857CDDFA"/>
  </w:style>
  <w:style w:type="paragraph" w:customStyle="1" w:styleId="0EE8E9AE5D544D5DBD0F54F84BEE7A01">
    <w:name w:val="0EE8E9AE5D544D5DBD0F54F84BEE7A01"/>
  </w:style>
  <w:style w:type="paragraph" w:customStyle="1" w:styleId="4D64C3D43DF042CCA894748BA7365B1A">
    <w:name w:val="4D64C3D43DF042CCA894748BA7365B1A"/>
  </w:style>
  <w:style w:type="paragraph" w:customStyle="1" w:styleId="C166E8D8D11F409EADCB1D171F2D84A1">
    <w:name w:val="C166E8D8D11F409EADCB1D171F2D84A1"/>
  </w:style>
  <w:style w:type="paragraph" w:customStyle="1" w:styleId="13015867F4094FD09042F8F7895BB560">
    <w:name w:val="13015867F4094FD09042F8F7895BB560"/>
  </w:style>
  <w:style w:type="paragraph" w:customStyle="1" w:styleId="00DEA71C3AF34660862263DF4529DEF6">
    <w:name w:val="00DEA71C3AF34660862263DF4529DEF6"/>
  </w:style>
  <w:style w:type="paragraph" w:customStyle="1" w:styleId="1CC63D72EBA74FD29935A7DFF7A47E36">
    <w:name w:val="1CC63D72EBA74FD29935A7DFF7A47E36"/>
  </w:style>
  <w:style w:type="paragraph" w:customStyle="1" w:styleId="B0473888A5934B27AF17CB1D747F8772">
    <w:name w:val="B0473888A5934B27AF17CB1D747F8772"/>
  </w:style>
  <w:style w:type="paragraph" w:customStyle="1" w:styleId="F966355DFED94724BD45368C21BF20E8">
    <w:name w:val="F966355DFED94724BD45368C21BF20E8"/>
  </w:style>
  <w:style w:type="paragraph" w:customStyle="1" w:styleId="F7D27A439A8B41409DF3ECEDA69795A5">
    <w:name w:val="F7D27A439A8B41409DF3ECEDA69795A5"/>
  </w:style>
  <w:style w:type="paragraph" w:customStyle="1" w:styleId="123C4F0F56B34C65B1E7357846B7195D">
    <w:name w:val="123C4F0F56B34C65B1E7357846B7195D"/>
  </w:style>
  <w:style w:type="paragraph" w:customStyle="1" w:styleId="6A3C3483AE474A6BACEAEB9098B9F4A9">
    <w:name w:val="6A3C3483AE474A6BACEAEB9098B9F4A9"/>
  </w:style>
  <w:style w:type="paragraph" w:customStyle="1" w:styleId="A09C1062A95248BC807EDA31D1170AE2">
    <w:name w:val="A09C1062A95248BC807EDA31D1170AE2"/>
  </w:style>
  <w:style w:type="paragraph" w:customStyle="1" w:styleId="275E30055CCC4979A4633B3D08DF38F7">
    <w:name w:val="275E30055CCC4979A4633B3D08DF38F7"/>
  </w:style>
  <w:style w:type="paragraph" w:customStyle="1" w:styleId="E3CD40C5150C4675ABA15C470FC8AE68">
    <w:name w:val="E3CD40C5150C4675ABA15C470FC8AE68"/>
  </w:style>
  <w:style w:type="paragraph" w:customStyle="1" w:styleId="37E278D23D3342C2916221AFDFDEAF8D">
    <w:name w:val="37E278D23D3342C2916221AFDFDEAF8D"/>
  </w:style>
  <w:style w:type="paragraph" w:customStyle="1" w:styleId="BCC6BDDA18334682969C157F7C837ED4">
    <w:name w:val="BCC6BDDA18334682969C157F7C837ED4"/>
  </w:style>
  <w:style w:type="paragraph" w:customStyle="1" w:styleId="33C02A2770BF48C28BF580C3E404E082">
    <w:name w:val="33C02A2770BF48C28BF580C3E404E082"/>
  </w:style>
  <w:style w:type="paragraph" w:customStyle="1" w:styleId="9AD9BC4E78F2402D916A4DF3D329C15B">
    <w:name w:val="9AD9BC4E78F2402D916A4DF3D329C15B"/>
  </w:style>
  <w:style w:type="paragraph" w:customStyle="1" w:styleId="7E97972D4F03499F84AF781A7A2DA672">
    <w:name w:val="7E97972D4F03499F84AF781A7A2DA672"/>
  </w:style>
  <w:style w:type="paragraph" w:customStyle="1" w:styleId="7F3CA42908BE465FBBBD58E272CC20EC">
    <w:name w:val="7F3CA42908BE465FBBBD58E272CC20EC"/>
  </w:style>
  <w:style w:type="paragraph" w:customStyle="1" w:styleId="4A6A90D158CE44009E8821275B55FFAE">
    <w:name w:val="4A6A90D158CE44009E8821275B55FFAE"/>
  </w:style>
  <w:style w:type="paragraph" w:customStyle="1" w:styleId="4C08109C84DC4E0880B477467D4EB474">
    <w:name w:val="4C08109C84DC4E0880B477467D4EB474"/>
  </w:style>
  <w:style w:type="paragraph" w:customStyle="1" w:styleId="F772F221AE014531AF6A02C4B87E8AF3">
    <w:name w:val="F772F221AE014531AF6A02C4B87E8AF3"/>
  </w:style>
  <w:style w:type="paragraph" w:customStyle="1" w:styleId="673B048A03764005AA55B85CB56B63BE">
    <w:name w:val="673B048A03764005AA55B85CB56B63BE"/>
  </w:style>
  <w:style w:type="paragraph" w:customStyle="1" w:styleId="71BB8DDCBBE4400D9E50B652BB1FB559">
    <w:name w:val="71BB8DDCBBE4400D9E50B652BB1FB559"/>
  </w:style>
  <w:style w:type="paragraph" w:customStyle="1" w:styleId="BA4A591052EA414EBFCBF683F056CA75">
    <w:name w:val="BA4A591052EA414EBFCBF683F056CA75"/>
  </w:style>
  <w:style w:type="paragraph" w:customStyle="1" w:styleId="F6C2498C852C4B229AA41E464BE42C0A">
    <w:name w:val="F6C2498C852C4B229AA41E464BE42C0A"/>
  </w:style>
  <w:style w:type="paragraph" w:customStyle="1" w:styleId="319BD2C0DEF144B5A018E5EF6D6C6778">
    <w:name w:val="319BD2C0DEF144B5A018E5EF6D6C6778"/>
  </w:style>
  <w:style w:type="paragraph" w:customStyle="1" w:styleId="65EC393E11FD411EB5DC4AAFD3619B0B">
    <w:name w:val="65EC393E11FD411EB5DC4AAFD3619B0B"/>
  </w:style>
  <w:style w:type="paragraph" w:customStyle="1" w:styleId="8BC987ACC442457E85580354C1805042">
    <w:name w:val="8BC987ACC442457E85580354C1805042"/>
  </w:style>
  <w:style w:type="paragraph" w:customStyle="1" w:styleId="D03F708876B644FBA516B8A4D36D3DBE">
    <w:name w:val="D03F708876B644FBA516B8A4D36D3DBE"/>
  </w:style>
  <w:style w:type="paragraph" w:customStyle="1" w:styleId="D3A03EF79F464A1DAC69A0EAF6E55F56">
    <w:name w:val="D3A03EF79F464A1DAC69A0EAF6E55F56"/>
  </w:style>
  <w:style w:type="paragraph" w:customStyle="1" w:styleId="DCA0450F392A405F9CA700C56DD16D56">
    <w:name w:val="DCA0450F392A405F9CA700C56DD16D56"/>
  </w:style>
  <w:style w:type="paragraph" w:customStyle="1" w:styleId="7C172AF2E2184F39B120BBD1DE49260D">
    <w:name w:val="7C172AF2E2184F39B120BBD1DE49260D"/>
  </w:style>
  <w:style w:type="paragraph" w:customStyle="1" w:styleId="17C2FF46F89642B692A7D16D9EEAFD94">
    <w:name w:val="17C2FF46F89642B692A7D16D9EEAFD94"/>
  </w:style>
  <w:style w:type="paragraph" w:customStyle="1" w:styleId="53C5EBBBAB5041D28E98D43C4362184E">
    <w:name w:val="53C5EBBBAB5041D28E98D43C4362184E"/>
  </w:style>
  <w:style w:type="paragraph" w:customStyle="1" w:styleId="26507D9AB8A44DFEBC82FD179B74A0D8">
    <w:name w:val="26507D9AB8A44DFEBC82FD179B74A0D8"/>
  </w:style>
  <w:style w:type="paragraph" w:customStyle="1" w:styleId="6868A55649F14CE8A07CDD87114E95B5">
    <w:name w:val="6868A55649F14CE8A07CDD87114E95B5"/>
  </w:style>
  <w:style w:type="paragraph" w:customStyle="1" w:styleId="726D7436B1E04303BAA29B4C28C0FFFA">
    <w:name w:val="726D7436B1E04303BAA29B4C28C0FFFA"/>
  </w:style>
  <w:style w:type="paragraph" w:customStyle="1" w:styleId="9A610C42EC5B4F7192AEE726911C307C">
    <w:name w:val="9A610C42EC5B4F7192AEE726911C307C"/>
  </w:style>
  <w:style w:type="paragraph" w:customStyle="1" w:styleId="1BB8FA8C526C4BB7B59863BF0837B206">
    <w:name w:val="1BB8FA8C526C4BB7B59863BF0837B2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90">
      <a:dk1>
        <a:sysClr val="windowText" lastClr="000000"/>
      </a:dk1>
      <a:lt1>
        <a:sysClr val="window" lastClr="FFFFFF"/>
      </a:lt1>
      <a:dk2>
        <a:srgbClr val="191919"/>
      </a:dk2>
      <a:lt2>
        <a:srgbClr val="E6E6E6"/>
      </a:lt2>
      <a:accent1>
        <a:srgbClr val="273A7E"/>
      </a:accent1>
      <a:accent2>
        <a:srgbClr val="CF6305"/>
      </a:accent2>
      <a:accent3>
        <a:srgbClr val="A52C00"/>
      </a:accent3>
      <a:accent4>
        <a:srgbClr val="9B7A03"/>
      </a:accent4>
      <a:accent5>
        <a:srgbClr val="4D7620"/>
      </a:accent5>
      <a:accent6>
        <a:srgbClr val="5A3668"/>
      </a:accent6>
      <a:hlink>
        <a:srgbClr val="0563C1"/>
      </a:hlink>
      <a:folHlink>
        <a:srgbClr val="954F72"/>
      </a:folHlink>
    </a:clrScheme>
    <a:fontScheme name="Trebuchet MS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1" width="525" row="7">
    <wetp:webextensionref xmlns:r="http://schemas.openxmlformats.org/officeDocument/2006/relationships" r:id="rId1"/>
  </wetp:taskpane>
  <wetp:taskpane dockstate="right" visibility="0" width="437" row="4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15D46D2-4725-45C8-B9DA-18A4821E5A3C}">
  <we:reference id="wa104379463" version="1.0.0.0" store="en-US" storeType="OMEX"/>
  <we:alternateReferences/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98D0B614-1A66-4BD7-B20B-C7ED13D6D5B6}">
  <we:reference id="a9b62a88-e216-46ed-81e7-f4a616314c13" version="1.0.0.0" store="\\selawin8111.cloudapp.net\share\SurveyMonkey" storeType="Filesystem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Customer Satisfaction Survey</Template>
  <TotalTime>1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</dc:creator>
  <cp:lastModifiedBy>Adeel</cp:lastModifiedBy>
  <cp:revision>2</cp:revision>
  <dcterms:created xsi:type="dcterms:W3CDTF">2022-10-21T13:52:00Z</dcterms:created>
  <dcterms:modified xsi:type="dcterms:W3CDTF">2022-10-21T13:53:00Z</dcterms:modified>
</cp:coreProperties>
</file>